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35B13">
        <w:rPr>
          <w:rFonts w:ascii="Corbel" w:hAnsi="Corbel"/>
          <w:b/>
          <w:smallCaps/>
          <w:sz w:val="24"/>
          <w:szCs w:val="24"/>
        </w:rPr>
        <w:t>2021-2024</w:t>
      </w:r>
    </w:p>
    <w:p w:rsidR="0085747A" w:rsidRDefault="00EA4832" w:rsidP="008E701F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8E701F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E35B13" w:rsidRPr="00E35B13">
        <w:rPr>
          <w:rFonts w:ascii="Corbel" w:hAnsi="Corbel"/>
          <w:sz w:val="20"/>
          <w:szCs w:val="20"/>
        </w:rPr>
        <w:t>2022/2023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A09DB" w:rsidTr="00B819C8">
        <w:tc>
          <w:tcPr>
            <w:tcW w:w="2694" w:type="dxa"/>
            <w:vAlign w:val="center"/>
          </w:tcPr>
          <w:p w:rsidR="0085747A" w:rsidRPr="00FD229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229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E701F" w:rsidRDefault="009335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E701F">
              <w:rPr>
                <w:rFonts w:ascii="Corbel" w:hAnsi="Corbel"/>
                <w:sz w:val="24"/>
                <w:szCs w:val="24"/>
              </w:rPr>
              <w:t xml:space="preserve">Organizacja struktur i zadań administracji publicznej </w:t>
            </w:r>
          </w:p>
        </w:tc>
      </w:tr>
      <w:tr w:rsidR="0085747A" w:rsidRPr="008A09DB" w:rsidTr="00B819C8">
        <w:tc>
          <w:tcPr>
            <w:tcW w:w="2694" w:type="dxa"/>
            <w:vAlign w:val="center"/>
          </w:tcPr>
          <w:p w:rsidR="0085747A" w:rsidRPr="008A09D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A09D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A09D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8A09DB" w:rsidRDefault="000238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A09DB">
              <w:rPr>
                <w:rFonts w:ascii="Corbel" w:hAnsi="Corbel"/>
                <w:b w:val="0"/>
                <w:sz w:val="24"/>
                <w:szCs w:val="24"/>
              </w:rPr>
              <w:t>PRA09</w:t>
            </w:r>
          </w:p>
        </w:tc>
      </w:tr>
      <w:tr w:rsidR="0085747A" w:rsidRPr="008A09DB" w:rsidTr="00B819C8">
        <w:tc>
          <w:tcPr>
            <w:tcW w:w="2694" w:type="dxa"/>
            <w:vAlign w:val="center"/>
          </w:tcPr>
          <w:p w:rsidR="0085747A" w:rsidRPr="008A09DB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A09DB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8A09D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8A09DB" w:rsidRDefault="008A09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A09D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E701F" w:rsidRPr="008A09DB" w:rsidTr="00911239">
        <w:tc>
          <w:tcPr>
            <w:tcW w:w="2694" w:type="dxa"/>
            <w:vAlign w:val="center"/>
          </w:tcPr>
          <w:p w:rsidR="008E701F" w:rsidRPr="008A09DB" w:rsidRDefault="008E701F" w:rsidP="008E70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A09D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E701F" w:rsidRPr="008A09DB" w:rsidRDefault="008E701F" w:rsidP="008E70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A09D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E701F" w:rsidRPr="008A09DB" w:rsidTr="00603B6B">
        <w:tc>
          <w:tcPr>
            <w:tcW w:w="2694" w:type="dxa"/>
            <w:vAlign w:val="center"/>
          </w:tcPr>
          <w:p w:rsidR="008E701F" w:rsidRPr="008A09DB" w:rsidRDefault="008E701F" w:rsidP="008E70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A09D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</w:tcPr>
          <w:p w:rsidR="008E701F" w:rsidRPr="008A09DB" w:rsidRDefault="008E701F" w:rsidP="008E701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A09DB">
              <w:rPr>
                <w:rFonts w:ascii="Corbel" w:hAnsi="Corbel"/>
                <w:sz w:val="24"/>
                <w:szCs w:val="24"/>
              </w:rPr>
              <w:t xml:space="preserve">Administracja </w:t>
            </w:r>
          </w:p>
        </w:tc>
      </w:tr>
      <w:tr w:rsidR="008E701F" w:rsidRPr="008A09DB" w:rsidTr="00603B6B">
        <w:tc>
          <w:tcPr>
            <w:tcW w:w="2694" w:type="dxa"/>
            <w:vAlign w:val="center"/>
          </w:tcPr>
          <w:p w:rsidR="008E701F" w:rsidRPr="008A09DB" w:rsidRDefault="008E701F" w:rsidP="008E70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A09D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:rsidR="008E701F" w:rsidRPr="008A09DB" w:rsidRDefault="008E701F" w:rsidP="008E701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A09DB">
              <w:rPr>
                <w:rFonts w:ascii="Corbel" w:hAnsi="Corbel"/>
                <w:sz w:val="24"/>
                <w:szCs w:val="24"/>
              </w:rPr>
              <w:t>Studia I stopnia</w:t>
            </w:r>
          </w:p>
        </w:tc>
      </w:tr>
      <w:tr w:rsidR="008E701F" w:rsidRPr="008A09DB" w:rsidTr="00603B6B">
        <w:tc>
          <w:tcPr>
            <w:tcW w:w="2694" w:type="dxa"/>
            <w:vAlign w:val="center"/>
          </w:tcPr>
          <w:p w:rsidR="008E701F" w:rsidRPr="008A09DB" w:rsidRDefault="008E701F" w:rsidP="008E70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A09D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:rsidR="008E701F" w:rsidRPr="008A09DB" w:rsidRDefault="008E701F" w:rsidP="008E701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A09DB">
              <w:rPr>
                <w:rFonts w:ascii="Corbel" w:hAnsi="Corbel"/>
                <w:sz w:val="24"/>
                <w:szCs w:val="24"/>
              </w:rPr>
              <w:t>Praktyczny</w:t>
            </w:r>
          </w:p>
        </w:tc>
      </w:tr>
      <w:tr w:rsidR="008E701F" w:rsidRPr="008A09DB" w:rsidTr="00603B6B">
        <w:tc>
          <w:tcPr>
            <w:tcW w:w="2694" w:type="dxa"/>
            <w:vAlign w:val="center"/>
          </w:tcPr>
          <w:p w:rsidR="008E701F" w:rsidRPr="008A09DB" w:rsidRDefault="008E701F" w:rsidP="008E70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A09D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</w:tcPr>
          <w:p w:rsidR="008E701F" w:rsidRPr="008A09DB" w:rsidRDefault="008E701F" w:rsidP="008E701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</w:t>
            </w:r>
            <w:r w:rsidRPr="008A09DB">
              <w:rPr>
                <w:rFonts w:ascii="Corbel" w:hAnsi="Corbel"/>
                <w:sz w:val="24"/>
                <w:szCs w:val="24"/>
              </w:rPr>
              <w:t>stacjonarne</w:t>
            </w:r>
          </w:p>
        </w:tc>
      </w:tr>
      <w:tr w:rsidR="008E701F" w:rsidRPr="008A09DB" w:rsidTr="00603B6B">
        <w:tc>
          <w:tcPr>
            <w:tcW w:w="2694" w:type="dxa"/>
            <w:vAlign w:val="center"/>
          </w:tcPr>
          <w:p w:rsidR="008E701F" w:rsidRPr="008A09DB" w:rsidRDefault="008E701F" w:rsidP="008E70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A09D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</w:tcPr>
          <w:p w:rsidR="008E701F" w:rsidRPr="008A09DB" w:rsidRDefault="008E701F" w:rsidP="008E701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A09DB">
              <w:rPr>
                <w:rFonts w:ascii="Corbel" w:hAnsi="Corbel"/>
                <w:sz w:val="24"/>
                <w:szCs w:val="24"/>
              </w:rPr>
              <w:t>Rok II, semestr IV</w:t>
            </w:r>
          </w:p>
        </w:tc>
      </w:tr>
      <w:tr w:rsidR="008E701F" w:rsidRPr="008A09DB" w:rsidTr="00603B6B">
        <w:tc>
          <w:tcPr>
            <w:tcW w:w="2694" w:type="dxa"/>
            <w:vAlign w:val="center"/>
          </w:tcPr>
          <w:p w:rsidR="008E701F" w:rsidRPr="008A09DB" w:rsidRDefault="008E701F" w:rsidP="008E70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A09D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:rsidR="008E701F" w:rsidRPr="008A09DB" w:rsidRDefault="008E701F" w:rsidP="008E701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A09DB">
              <w:rPr>
                <w:rFonts w:ascii="Corbel" w:hAnsi="Corbel"/>
                <w:sz w:val="24"/>
                <w:szCs w:val="24"/>
              </w:rPr>
              <w:t>Obowiązkowy</w:t>
            </w:r>
          </w:p>
        </w:tc>
      </w:tr>
      <w:tr w:rsidR="008E701F" w:rsidRPr="008A09DB" w:rsidTr="00B819C8">
        <w:tc>
          <w:tcPr>
            <w:tcW w:w="2694" w:type="dxa"/>
            <w:vAlign w:val="center"/>
          </w:tcPr>
          <w:p w:rsidR="008E701F" w:rsidRPr="008A09DB" w:rsidRDefault="008E701F" w:rsidP="008E701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A09D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8E701F" w:rsidRPr="008A09DB" w:rsidRDefault="008E701F" w:rsidP="008E70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8A09D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E701F" w:rsidRPr="008A09DB" w:rsidTr="00B819C8">
        <w:tc>
          <w:tcPr>
            <w:tcW w:w="2694" w:type="dxa"/>
            <w:vAlign w:val="center"/>
          </w:tcPr>
          <w:p w:rsidR="008E701F" w:rsidRPr="008E701F" w:rsidRDefault="008E701F" w:rsidP="008E701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701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E701F" w:rsidRPr="008A09DB" w:rsidRDefault="008E701F" w:rsidP="008E70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140901">
              <w:rPr>
                <w:rFonts w:ascii="Corbel" w:hAnsi="Corbel"/>
                <w:b w:val="0"/>
                <w:sz w:val="24"/>
                <w:szCs w:val="24"/>
              </w:rPr>
              <w:t>dr hab. Agata Barczewska-Dziobek, prof. UR</w:t>
            </w:r>
          </w:p>
        </w:tc>
      </w:tr>
      <w:tr w:rsidR="008E701F" w:rsidRPr="008A09DB" w:rsidTr="00B819C8">
        <w:tc>
          <w:tcPr>
            <w:tcW w:w="2694" w:type="dxa"/>
            <w:vAlign w:val="center"/>
          </w:tcPr>
          <w:p w:rsidR="008E701F" w:rsidRPr="008A09DB" w:rsidRDefault="008E701F" w:rsidP="008E701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A09D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E701F" w:rsidRPr="008A09DB" w:rsidRDefault="008E701F" w:rsidP="008E70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0901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Anna Łukaszuk </w:t>
            </w:r>
            <w:r w:rsidRPr="00140901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8A09DB">
              <w:rPr>
                <w:rFonts w:ascii="Corbel" w:hAnsi="Corbel"/>
                <w:b w:val="0"/>
                <w:sz w:val="24"/>
                <w:szCs w:val="24"/>
              </w:rPr>
              <w:t>mgr Izabela Bentkowska-Furman</w:t>
            </w:r>
          </w:p>
        </w:tc>
      </w:tr>
    </w:tbl>
    <w:p w:rsidR="0085747A" w:rsidRPr="009C54AE" w:rsidRDefault="0085747A" w:rsidP="008E701F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8E701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8E701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8E701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8E701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8E701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8E701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8E701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8E701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8E701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8E701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8E701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8E701F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8E701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23842" w:rsidP="008E70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06F93" w:rsidP="008E70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06F93" w:rsidP="008E70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8E70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8E70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8E70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8E70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8E70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8E70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43F03" w:rsidRDefault="00D5762F" w:rsidP="008E70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43F0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E701F" w:rsidRDefault="008E701F" w:rsidP="00F83B28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szCs w:val="24"/>
        </w:rPr>
      </w:pPr>
    </w:p>
    <w:p w:rsidR="0085747A" w:rsidRPr="009C54AE" w:rsidRDefault="0002384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23842">
        <w:rPr>
          <w:rFonts w:ascii="Corbel" w:eastAsia="MS Gothic" w:hAnsi="Corbel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2E7A4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23842" w:rsidRPr="00023842" w:rsidRDefault="00023842" w:rsidP="00023842">
      <w:pPr>
        <w:spacing w:after="0" w:line="240" w:lineRule="auto"/>
        <w:jc w:val="both"/>
        <w:rPr>
          <w:rFonts w:ascii="Corbel" w:eastAsia="Cambria" w:hAnsi="Corbel"/>
          <w:sz w:val="24"/>
        </w:rPr>
      </w:pPr>
      <w:r w:rsidRPr="00023842">
        <w:rPr>
          <w:rFonts w:ascii="Corbel" w:eastAsia="Cambria" w:hAnsi="Corbel"/>
          <w:sz w:val="24"/>
        </w:rPr>
        <w:t>Wykład: egzamin</w:t>
      </w:r>
    </w:p>
    <w:p w:rsidR="00023842" w:rsidRPr="00023842" w:rsidRDefault="00023842" w:rsidP="00023842">
      <w:pPr>
        <w:spacing w:after="0" w:line="240" w:lineRule="auto"/>
        <w:jc w:val="both"/>
        <w:rPr>
          <w:rFonts w:ascii="Corbel" w:hAnsi="Corbel"/>
          <w:b/>
          <w:sz w:val="24"/>
        </w:rPr>
      </w:pPr>
      <w:r w:rsidRPr="00023842">
        <w:rPr>
          <w:rFonts w:ascii="Corbel" w:eastAsia="Cambria" w:hAnsi="Corbel"/>
          <w:sz w:val="24"/>
        </w:rPr>
        <w:t>ćwiczenia: 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8E701F" w:rsidRPr="009C54AE" w:rsidRDefault="008E701F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0410E5" w:rsidRPr="000410E5" w:rsidRDefault="000410E5" w:rsidP="000410E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410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posiadać:</w:t>
            </w:r>
          </w:p>
          <w:p w:rsidR="000410E5" w:rsidRPr="000410E5" w:rsidRDefault="000410E5" w:rsidP="000410E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410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•</w:t>
            </w:r>
            <w:r w:rsidRPr="000410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>ogólną wiedzę dotycząca funkcjonowania administracji publicznej,</w:t>
            </w:r>
          </w:p>
          <w:p w:rsidR="0085747A" w:rsidRPr="009C54AE" w:rsidRDefault="000410E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410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•</w:t>
            </w:r>
            <w:r w:rsidRPr="000410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>zdolność logicznego myślenia i wnioskowania.</w:t>
            </w:r>
          </w:p>
        </w:tc>
      </w:tr>
    </w:tbl>
    <w:p w:rsidR="008E701F" w:rsidRDefault="008E701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0410E5" w:rsidRPr="009C54AE" w:rsidTr="00AE36A0">
        <w:tc>
          <w:tcPr>
            <w:tcW w:w="851" w:type="dxa"/>
            <w:vAlign w:val="center"/>
          </w:tcPr>
          <w:p w:rsidR="000410E5" w:rsidRPr="009C54AE" w:rsidRDefault="000410E5" w:rsidP="008E701F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0410E5" w:rsidRPr="000211F8" w:rsidRDefault="000410E5" w:rsidP="008E701F">
            <w:pPr>
              <w:spacing w:after="0"/>
            </w:pPr>
            <w:r w:rsidRPr="000211F8">
              <w:t>Student powinien uzyskać wiedzę z zakresu specyfiki procesu zarządzania w obszarze administracji publicznej</w:t>
            </w:r>
            <w:r w:rsidR="007523BF">
              <w:t>.</w:t>
            </w:r>
          </w:p>
        </w:tc>
      </w:tr>
      <w:tr w:rsidR="000410E5" w:rsidRPr="009C54AE" w:rsidTr="00AE36A0">
        <w:tc>
          <w:tcPr>
            <w:tcW w:w="851" w:type="dxa"/>
            <w:vAlign w:val="center"/>
          </w:tcPr>
          <w:p w:rsidR="000410E5" w:rsidRPr="009C54AE" w:rsidRDefault="000410E5" w:rsidP="008E701F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0410E5" w:rsidRPr="000211F8" w:rsidRDefault="000410E5" w:rsidP="008E701F">
            <w:pPr>
              <w:spacing w:after="0"/>
            </w:pPr>
            <w:r w:rsidRPr="000211F8">
              <w:t>Student powinien nabyć umiejętności identyfikacji</w:t>
            </w:r>
            <w:r w:rsidR="005E6443">
              <w:t xml:space="preserve"> węzłowych problemów stanowiących obszar zarządzania w administracji publicznej</w:t>
            </w:r>
            <w:r w:rsidR="007523BF"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F279D" w:rsidRPr="009C54AE" w:rsidTr="005E6E85">
        <w:tc>
          <w:tcPr>
            <w:tcW w:w="1701" w:type="dxa"/>
          </w:tcPr>
          <w:p w:rsidR="004F279D" w:rsidRPr="009C54AE" w:rsidRDefault="004F279D" w:rsidP="004F27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096" w:type="dxa"/>
          </w:tcPr>
          <w:p w:rsidR="004F279D" w:rsidRPr="00E359C6" w:rsidRDefault="00900EC4" w:rsidP="008E70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</w:t>
            </w:r>
            <w:r w:rsidRPr="00900EC4">
              <w:rPr>
                <w:rFonts w:ascii="Corbel" w:hAnsi="Corbel"/>
                <w:b w:val="0"/>
                <w:smallCaps w:val="0"/>
                <w:szCs w:val="24"/>
              </w:rPr>
              <w:t xml:space="preserve">a podstawową wiedzę o charakterze nauk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prawnych i</w:t>
            </w:r>
            <w:r w:rsidRPr="00900EC4">
              <w:rPr>
                <w:rFonts w:ascii="Corbel" w:hAnsi="Corbel"/>
                <w:b w:val="0"/>
                <w:smallCaps w:val="0"/>
                <w:szCs w:val="24"/>
              </w:rPr>
              <w:t xml:space="preserve"> administracji, ich miejscu w systemie nauk społecznych i rozpoznaje relacje do innych nauk społecznych</w:t>
            </w:r>
            <w:r w:rsidR="006A7AFF">
              <w:rPr>
                <w:rFonts w:ascii="Corbel" w:hAnsi="Corbel"/>
                <w:b w:val="0"/>
                <w:smallCaps w:val="0"/>
                <w:szCs w:val="24"/>
              </w:rPr>
              <w:t xml:space="preserve"> w tym nauki o zarządzaniu</w:t>
            </w:r>
            <w:r w:rsidRPr="00900EC4">
              <w:rPr>
                <w:rFonts w:ascii="Corbel" w:hAnsi="Corbel"/>
                <w:b w:val="0"/>
                <w:smallCaps w:val="0"/>
                <w:szCs w:val="24"/>
              </w:rPr>
              <w:t>, zna zarys ewolucji podstawowych instytucji</w:t>
            </w:r>
            <w:r w:rsidR="00711292">
              <w:t xml:space="preserve"> </w:t>
            </w:r>
            <w:r w:rsidR="00711292" w:rsidRPr="00711292">
              <w:rPr>
                <w:rFonts w:ascii="Corbel" w:hAnsi="Corbel"/>
                <w:b w:val="0"/>
                <w:smallCaps w:val="0"/>
                <w:szCs w:val="24"/>
              </w:rPr>
              <w:t>administracyjnyc</w:t>
            </w:r>
            <w:r w:rsidR="00711292">
              <w:rPr>
                <w:rFonts w:ascii="Corbel" w:hAnsi="Corbel"/>
                <w:b w:val="0"/>
                <w:smallCaps w:val="0"/>
                <w:szCs w:val="24"/>
              </w:rPr>
              <w:t xml:space="preserve">h i prawnych, a także ma wiedzę </w:t>
            </w:r>
            <w:r w:rsidR="00711292" w:rsidRPr="00711292">
              <w:rPr>
                <w:rFonts w:ascii="Corbel" w:hAnsi="Corbel"/>
                <w:b w:val="0"/>
                <w:smallCaps w:val="0"/>
                <w:szCs w:val="24"/>
              </w:rPr>
              <w:t>o poglądach doktryny i</w:t>
            </w:r>
            <w:r w:rsidR="00711292">
              <w:rPr>
                <w:rFonts w:ascii="Corbel" w:hAnsi="Corbel"/>
                <w:b w:val="0"/>
                <w:smallCaps w:val="0"/>
                <w:szCs w:val="24"/>
              </w:rPr>
              <w:t xml:space="preserve"> orzecznictwa na temat struktury i </w:t>
            </w:r>
            <w:r w:rsidR="00711292" w:rsidRPr="00711292">
              <w:rPr>
                <w:rFonts w:ascii="Corbel" w:hAnsi="Corbel"/>
                <w:b w:val="0"/>
                <w:smallCaps w:val="0"/>
                <w:szCs w:val="24"/>
              </w:rPr>
              <w:t xml:space="preserve"> instytucji prawnych i admini</w:t>
            </w:r>
            <w:r w:rsidR="00711292">
              <w:rPr>
                <w:rFonts w:ascii="Corbel" w:hAnsi="Corbel"/>
                <w:b w:val="0"/>
                <w:smallCaps w:val="0"/>
                <w:szCs w:val="24"/>
              </w:rPr>
              <w:t xml:space="preserve">stracyjnych oraz rodzajów więzi </w:t>
            </w:r>
            <w:r w:rsidR="00711292" w:rsidRPr="00711292">
              <w:rPr>
                <w:rFonts w:ascii="Corbel" w:hAnsi="Corbel"/>
                <w:b w:val="0"/>
                <w:smallCaps w:val="0"/>
                <w:szCs w:val="24"/>
              </w:rPr>
              <w:t>społecznych występujących na gruncie nauki administracji;</w:t>
            </w:r>
          </w:p>
        </w:tc>
        <w:tc>
          <w:tcPr>
            <w:tcW w:w="1873" w:type="dxa"/>
          </w:tcPr>
          <w:p w:rsidR="004F279D" w:rsidRPr="00E359C6" w:rsidRDefault="004F279D" w:rsidP="004F27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9C6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9335E9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4F279D" w:rsidRPr="009C54AE" w:rsidTr="005E6E85">
        <w:tc>
          <w:tcPr>
            <w:tcW w:w="1701" w:type="dxa"/>
          </w:tcPr>
          <w:p w:rsidR="004F279D" w:rsidRPr="009C54AE" w:rsidRDefault="004F279D" w:rsidP="004F27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096" w:type="dxa"/>
          </w:tcPr>
          <w:p w:rsidR="004F279D" w:rsidRPr="00E359C6" w:rsidRDefault="004006D0" w:rsidP="008E70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06D0">
              <w:rPr>
                <w:rFonts w:ascii="Corbel" w:hAnsi="Corbel"/>
                <w:b w:val="0"/>
                <w:smallCaps w:val="0"/>
                <w:szCs w:val="24"/>
              </w:rPr>
              <w:t>Student dysponuje uporządkowaną wiedzą na temat podstawowych kategorii w zakresie obszarów i podstawowych instrumentów zarządzania w administracji publicznej (na poziomie europejskim, krajowym, regionalnym i lokalnym).</w:t>
            </w:r>
          </w:p>
        </w:tc>
        <w:tc>
          <w:tcPr>
            <w:tcW w:w="1873" w:type="dxa"/>
          </w:tcPr>
          <w:p w:rsidR="004F279D" w:rsidRPr="00E359C6" w:rsidRDefault="009335E9" w:rsidP="004F27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5E9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9335E9" w:rsidRPr="009C54AE" w:rsidTr="005E6E85">
        <w:tc>
          <w:tcPr>
            <w:tcW w:w="1701" w:type="dxa"/>
          </w:tcPr>
          <w:p w:rsidR="009335E9" w:rsidRPr="009335E9" w:rsidRDefault="00DA0AB0" w:rsidP="009335E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:rsidR="009335E9" w:rsidRPr="009C54AE" w:rsidRDefault="009335E9" w:rsidP="009335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281B11" w:rsidRPr="00E359C6" w:rsidRDefault="00B448A3" w:rsidP="002E7A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9335E9" w:rsidRPr="009335E9">
              <w:rPr>
                <w:rFonts w:ascii="Corbel" w:hAnsi="Corbel"/>
                <w:b w:val="0"/>
                <w:smallCaps w:val="0"/>
                <w:szCs w:val="24"/>
              </w:rPr>
              <w:t xml:space="preserve">ysponuje wiedzą </w:t>
            </w:r>
            <w:r w:rsidR="00281B11">
              <w:rPr>
                <w:rFonts w:ascii="Corbel" w:hAnsi="Corbel"/>
                <w:b w:val="0"/>
                <w:smallCaps w:val="0"/>
                <w:szCs w:val="24"/>
              </w:rPr>
              <w:t xml:space="preserve">oraz zna podstawową terminologię </w:t>
            </w:r>
            <w:r w:rsidR="009335E9" w:rsidRPr="009335E9">
              <w:rPr>
                <w:rFonts w:ascii="Corbel" w:hAnsi="Corbel"/>
                <w:b w:val="0"/>
                <w:smallCaps w:val="0"/>
                <w:szCs w:val="24"/>
              </w:rPr>
              <w:t>z zakresu zarządzania publicznego oraz procesów decyzyjnych w kontekście mechanizmów rządzenia i administrowania</w:t>
            </w:r>
          </w:p>
        </w:tc>
        <w:tc>
          <w:tcPr>
            <w:tcW w:w="1873" w:type="dxa"/>
          </w:tcPr>
          <w:p w:rsidR="00281B11" w:rsidRDefault="00281B11" w:rsidP="004F27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:rsidR="009335E9" w:rsidRPr="00E359C6" w:rsidRDefault="009335E9" w:rsidP="004F27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5E9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9335E9" w:rsidRPr="009C54AE" w:rsidTr="00C2139E">
        <w:trPr>
          <w:trHeight w:val="3090"/>
        </w:trPr>
        <w:tc>
          <w:tcPr>
            <w:tcW w:w="1701" w:type="dxa"/>
          </w:tcPr>
          <w:p w:rsidR="009335E9" w:rsidRPr="009335E9" w:rsidRDefault="00297D9C" w:rsidP="009335E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:rsidR="009335E9" w:rsidRPr="009C54AE" w:rsidRDefault="009335E9" w:rsidP="009335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223E10" w:rsidRPr="00E359C6" w:rsidRDefault="00C2139E" w:rsidP="008E70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39E">
              <w:rPr>
                <w:rFonts w:ascii="Corbel" w:hAnsi="Corbel"/>
                <w:b w:val="0"/>
                <w:smallCaps w:val="0"/>
                <w:szCs w:val="24"/>
              </w:rPr>
              <w:t>Student m</w:t>
            </w:r>
            <w:r w:rsidR="00223E10" w:rsidRPr="00C2139E">
              <w:rPr>
                <w:rFonts w:ascii="Corbel" w:hAnsi="Corbel"/>
                <w:b w:val="0"/>
                <w:smallCaps w:val="0"/>
                <w:szCs w:val="24"/>
              </w:rPr>
              <w:t>a wiedzę o metodach i narzędziach, w tym technikach pozyskiw</w:t>
            </w:r>
            <w:r w:rsidR="0099339B">
              <w:rPr>
                <w:rFonts w:ascii="Corbel" w:hAnsi="Corbel"/>
                <w:b w:val="0"/>
                <w:smallCaps w:val="0"/>
                <w:szCs w:val="24"/>
              </w:rPr>
              <w:t xml:space="preserve">ania informacji o obowiązującym </w:t>
            </w:r>
            <w:r w:rsidR="00223E10" w:rsidRPr="00C2139E">
              <w:rPr>
                <w:rFonts w:ascii="Corbel" w:hAnsi="Corbel"/>
                <w:b w:val="0"/>
                <w:smallCaps w:val="0"/>
                <w:szCs w:val="24"/>
              </w:rPr>
              <w:t>prawie i danych odnoszących się do życia społeczno-gospodarczego oraz o procesach zmian struktur i instytucji administracji publicznej, instytucji Unii Europejskiej, sądownictwa krajowego i międzynarodowego, a także systemach partyjnych oraz charakteryzuje przyczyny, przebieg, skalę i konsekwencje tych zmian w sferze prawn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ej i prawno-administracyjnej;</w:t>
            </w:r>
          </w:p>
        </w:tc>
        <w:tc>
          <w:tcPr>
            <w:tcW w:w="1873" w:type="dxa"/>
          </w:tcPr>
          <w:p w:rsidR="00223E10" w:rsidRPr="00E359C6" w:rsidRDefault="00223E10" w:rsidP="004F27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C2139E" w:rsidRPr="009C54AE" w:rsidTr="005E6E85">
        <w:trPr>
          <w:trHeight w:val="2595"/>
        </w:trPr>
        <w:tc>
          <w:tcPr>
            <w:tcW w:w="1701" w:type="dxa"/>
          </w:tcPr>
          <w:p w:rsidR="00C2139E" w:rsidRPr="009335E9" w:rsidRDefault="00297D9C" w:rsidP="009335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6096" w:type="dxa"/>
          </w:tcPr>
          <w:p w:rsidR="00C2139E" w:rsidRPr="00C2139E" w:rsidRDefault="00C2139E" w:rsidP="008E70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39E">
              <w:rPr>
                <w:rFonts w:ascii="Corbel" w:hAnsi="Corbel"/>
                <w:b w:val="0"/>
                <w:smallCaps w:val="0"/>
                <w:szCs w:val="24"/>
              </w:rPr>
              <w:t xml:space="preserve">Student posiada podstawową wiedzę o źródłach prawa </w:t>
            </w:r>
            <w:r w:rsidR="007D59E3">
              <w:rPr>
                <w:rFonts w:ascii="Corbel" w:hAnsi="Corbel"/>
                <w:b w:val="0"/>
                <w:smallCaps w:val="0"/>
                <w:szCs w:val="24"/>
              </w:rPr>
              <w:t xml:space="preserve"> dotyczących organizacji  i zarządzania  w obszarze administracji publicznej  </w:t>
            </w:r>
            <w:r w:rsidRPr="00C2139E">
              <w:rPr>
                <w:rFonts w:ascii="Corbel" w:hAnsi="Corbel"/>
                <w:b w:val="0"/>
                <w:smallCaps w:val="0"/>
                <w:szCs w:val="24"/>
              </w:rPr>
              <w:t>(polskiego i międzynarodowego, ze szczególnym uwzględnieniem prawa Unii Europejskiej), o normach i regułach zarówno prawnych, jak i moralnych, zna budowę normy prawnej, reguły wykładni tych norm oraz zasady ich stosowania oraz zmiany nowelizujące w systemie prawa, a szczególnie w prawie administracyjnym</w:t>
            </w:r>
            <w:r w:rsidR="00B574C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C2139E" w:rsidRDefault="00D92F80" w:rsidP="004F27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2F80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4F279D" w:rsidRPr="009C54AE" w:rsidTr="005E6E85">
        <w:tc>
          <w:tcPr>
            <w:tcW w:w="1701" w:type="dxa"/>
          </w:tcPr>
          <w:p w:rsidR="004F279D" w:rsidRPr="009C54AE" w:rsidRDefault="004F279D" w:rsidP="004F27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97D9C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</w:tcPr>
          <w:p w:rsidR="00687EA7" w:rsidRPr="00233062" w:rsidRDefault="00A0655C" w:rsidP="008E70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7EA7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Pr="00687EA7">
              <w:t xml:space="preserve"> </w:t>
            </w:r>
            <w:r w:rsidR="001110CF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687EA7">
              <w:rPr>
                <w:rFonts w:ascii="Corbel" w:hAnsi="Corbel"/>
                <w:b w:val="0"/>
                <w:smallCaps w:val="0"/>
                <w:szCs w:val="24"/>
              </w:rPr>
              <w:t xml:space="preserve">otrafi prawidłowo interpretować wybrane zjawiska </w:t>
            </w:r>
            <w:r w:rsidR="00DB0D3E" w:rsidRPr="00687EA7">
              <w:rPr>
                <w:rFonts w:ascii="Corbel" w:hAnsi="Corbel"/>
                <w:b w:val="0"/>
                <w:smallCaps w:val="0"/>
                <w:szCs w:val="24"/>
              </w:rPr>
              <w:t xml:space="preserve">z zakresu </w:t>
            </w:r>
            <w:r w:rsidR="00DB0D3E">
              <w:rPr>
                <w:rFonts w:ascii="Corbel" w:hAnsi="Corbel"/>
                <w:b w:val="0"/>
                <w:smallCaps w:val="0"/>
                <w:szCs w:val="24"/>
              </w:rPr>
              <w:t xml:space="preserve">roli </w:t>
            </w:r>
            <w:r w:rsidR="00DB0D3E" w:rsidRPr="00DB0D3E">
              <w:rPr>
                <w:rFonts w:ascii="Corbel" w:hAnsi="Corbel"/>
                <w:b w:val="0"/>
                <w:smallCaps w:val="0"/>
                <w:szCs w:val="24"/>
              </w:rPr>
              <w:t>administracji publicznej w tworzeniu polityk public</w:t>
            </w:r>
            <w:r w:rsidR="00DB0D3E">
              <w:rPr>
                <w:rFonts w:ascii="Corbel" w:hAnsi="Corbel"/>
                <w:b w:val="0"/>
                <w:smallCaps w:val="0"/>
                <w:szCs w:val="24"/>
              </w:rPr>
              <w:t>znych, w</w:t>
            </w:r>
            <w:r w:rsidR="00DB0D3E" w:rsidRPr="00DB0D3E">
              <w:rPr>
                <w:rFonts w:ascii="Corbel" w:hAnsi="Corbel"/>
                <w:b w:val="0"/>
                <w:smallCaps w:val="0"/>
                <w:szCs w:val="24"/>
              </w:rPr>
              <w:t>ykorzystywanie instrumentów rynko</w:t>
            </w:r>
            <w:r w:rsidR="00DB0D3E">
              <w:rPr>
                <w:rFonts w:ascii="Corbel" w:hAnsi="Corbel"/>
                <w:b w:val="0"/>
                <w:smallCaps w:val="0"/>
                <w:szCs w:val="24"/>
              </w:rPr>
              <w:t xml:space="preserve">wych w administracji publicznej oraz </w:t>
            </w:r>
            <w:r w:rsidR="00B574C1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687EA7" w:rsidRPr="00687EA7">
              <w:rPr>
                <w:rFonts w:ascii="Corbel" w:hAnsi="Corbel"/>
                <w:b w:val="0"/>
                <w:smallCaps w:val="0"/>
                <w:szCs w:val="24"/>
              </w:rPr>
              <w:t>nstrum</w:t>
            </w:r>
            <w:r w:rsidR="00687EA7">
              <w:rPr>
                <w:rFonts w:ascii="Corbel" w:hAnsi="Corbel"/>
                <w:b w:val="0"/>
                <w:smallCaps w:val="0"/>
                <w:szCs w:val="24"/>
              </w:rPr>
              <w:t xml:space="preserve">entów zarządzania strategicznego, </w:t>
            </w:r>
            <w:r w:rsidR="00687EA7" w:rsidRPr="00687EA7">
              <w:rPr>
                <w:rFonts w:ascii="Corbel" w:hAnsi="Corbel"/>
                <w:b w:val="0"/>
                <w:smallCaps w:val="0"/>
                <w:szCs w:val="24"/>
              </w:rPr>
              <w:t>prawidłowo interpret</w:t>
            </w:r>
            <w:r w:rsidR="00687EA7">
              <w:rPr>
                <w:rFonts w:ascii="Corbel" w:hAnsi="Corbel"/>
                <w:b w:val="0"/>
                <w:smallCaps w:val="0"/>
                <w:szCs w:val="24"/>
              </w:rPr>
              <w:t xml:space="preserve">uje i wyjaśnia działalność </w:t>
            </w:r>
            <w:r w:rsidR="00687EA7" w:rsidRPr="00687EA7">
              <w:rPr>
                <w:rFonts w:ascii="Corbel" w:hAnsi="Corbel"/>
                <w:b w:val="0"/>
                <w:smallCaps w:val="0"/>
                <w:szCs w:val="24"/>
              </w:rPr>
              <w:t xml:space="preserve">organów administracji </w:t>
            </w:r>
            <w:r w:rsidR="00687EA7">
              <w:rPr>
                <w:rFonts w:ascii="Corbel" w:hAnsi="Corbel"/>
                <w:b w:val="0"/>
                <w:smallCaps w:val="0"/>
                <w:szCs w:val="24"/>
              </w:rPr>
              <w:t xml:space="preserve">w obszarze </w:t>
            </w:r>
            <w:r w:rsidR="00C11C4D">
              <w:rPr>
                <w:rFonts w:ascii="Corbel" w:hAnsi="Corbel"/>
                <w:b w:val="0"/>
                <w:smallCaps w:val="0"/>
                <w:szCs w:val="24"/>
              </w:rPr>
              <w:t>nowego podejścia do zarządzania sprawami publicznymi.</w:t>
            </w:r>
          </w:p>
        </w:tc>
        <w:tc>
          <w:tcPr>
            <w:tcW w:w="1873" w:type="dxa"/>
          </w:tcPr>
          <w:p w:rsidR="00A0655C" w:rsidRDefault="00A0655C" w:rsidP="004F27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:rsidR="004F279D" w:rsidRPr="00E359C6" w:rsidRDefault="004F279D" w:rsidP="004F27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9C6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E359C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D64C4C" w:rsidRPr="009C54AE" w:rsidTr="003462AE">
        <w:trPr>
          <w:trHeight w:val="1200"/>
        </w:trPr>
        <w:tc>
          <w:tcPr>
            <w:tcW w:w="1701" w:type="dxa"/>
          </w:tcPr>
          <w:p w:rsidR="00D64C4C" w:rsidRPr="009C54AE" w:rsidRDefault="00297D9C" w:rsidP="004F27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031C30" w:rsidRPr="00D64C4C" w:rsidRDefault="001C10A8" w:rsidP="008E70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D64C4C" w:rsidRPr="003462AE">
              <w:rPr>
                <w:rFonts w:ascii="Corbel" w:hAnsi="Corbel"/>
                <w:b w:val="0"/>
                <w:smallCaps w:val="0"/>
                <w:szCs w:val="24"/>
              </w:rPr>
              <w:t>otrafi właściwie analizować uzyskane informacje, dokonywać ich interpretacji, a także wyciągać wnioski praktyczne oraz formułować i uzasadniać opinii</w:t>
            </w:r>
            <w:r w:rsidR="00031C3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D64C4C" w:rsidRDefault="00D64C4C" w:rsidP="004F27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0507D1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:rsidR="00D64C4C" w:rsidRDefault="00D64C4C" w:rsidP="004F27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462AE" w:rsidRPr="009C54AE" w:rsidTr="005E6E85">
        <w:trPr>
          <w:trHeight w:val="1335"/>
        </w:trPr>
        <w:tc>
          <w:tcPr>
            <w:tcW w:w="1701" w:type="dxa"/>
          </w:tcPr>
          <w:p w:rsidR="003462AE" w:rsidRPr="009C54AE" w:rsidRDefault="00297D9C" w:rsidP="004F27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3462AE" w:rsidRPr="003462AE" w:rsidRDefault="001C10A8" w:rsidP="008E70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u</w:t>
            </w:r>
            <w:r w:rsidR="003462AE" w:rsidRPr="003462AE">
              <w:rPr>
                <w:rFonts w:ascii="Corbel" w:hAnsi="Corbel"/>
                <w:b w:val="0"/>
                <w:smallCaps w:val="0"/>
                <w:szCs w:val="24"/>
              </w:rPr>
              <w:t>mie oszacować i praktycznie wykorzystać czas potrzebny na realizację zleconego zadania; potrafi opracować i zrealizować harmonogram prac zapewniający dotrzymanie terminów;</w:t>
            </w:r>
          </w:p>
        </w:tc>
        <w:tc>
          <w:tcPr>
            <w:tcW w:w="1873" w:type="dxa"/>
          </w:tcPr>
          <w:p w:rsidR="003462AE" w:rsidRDefault="001C10A8" w:rsidP="004F27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10A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D64C4C" w:rsidRPr="009C54AE" w:rsidTr="00031C30">
        <w:trPr>
          <w:trHeight w:val="825"/>
        </w:trPr>
        <w:tc>
          <w:tcPr>
            <w:tcW w:w="1701" w:type="dxa"/>
          </w:tcPr>
          <w:p w:rsidR="00D64C4C" w:rsidRPr="009C54AE" w:rsidRDefault="00297D9C" w:rsidP="004F27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3F0142" w:rsidRPr="003F0142" w:rsidRDefault="003F0142" w:rsidP="008E70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142">
              <w:rPr>
                <w:rFonts w:ascii="Corbel" w:hAnsi="Corbel"/>
                <w:b w:val="0"/>
                <w:smallCaps w:val="0"/>
                <w:szCs w:val="24"/>
              </w:rPr>
              <w:t>Posiada umiejętnoś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 wykorzystania zdobytej wiedzy </w:t>
            </w:r>
            <w:r w:rsidRPr="003F0142">
              <w:rPr>
                <w:rFonts w:ascii="Corbel" w:hAnsi="Corbel"/>
                <w:b w:val="0"/>
                <w:smallCaps w:val="0"/>
                <w:szCs w:val="24"/>
              </w:rPr>
              <w:t xml:space="preserve">teoretycznej i praktycznej 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pracy urzędniczej niskiego oraz </w:t>
            </w:r>
            <w:r w:rsidRPr="003F0142">
              <w:rPr>
                <w:rFonts w:ascii="Corbel" w:hAnsi="Corbel"/>
                <w:b w:val="0"/>
                <w:smallCaps w:val="0"/>
                <w:szCs w:val="24"/>
              </w:rPr>
              <w:t>średniego szczebla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różnych podmiotach, organach i </w:t>
            </w:r>
            <w:r w:rsidRPr="003F0142">
              <w:rPr>
                <w:rFonts w:ascii="Corbel" w:hAnsi="Corbel"/>
                <w:b w:val="0"/>
                <w:smallCaps w:val="0"/>
                <w:szCs w:val="24"/>
              </w:rPr>
              <w:t>instytucjach administracji pu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blicznej, podmiotach </w:t>
            </w:r>
            <w:r w:rsidRPr="003F0142">
              <w:rPr>
                <w:rFonts w:ascii="Corbel" w:hAnsi="Corbel"/>
                <w:b w:val="0"/>
                <w:smallCaps w:val="0"/>
                <w:szCs w:val="24"/>
              </w:rPr>
              <w:t>niepublicznych, firm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ach prywatnych oraz prowadzenia </w:t>
            </w:r>
            <w:r w:rsidRPr="003F0142">
              <w:rPr>
                <w:rFonts w:ascii="Corbel" w:hAnsi="Corbel"/>
                <w:b w:val="0"/>
                <w:smallCaps w:val="0"/>
                <w:szCs w:val="24"/>
              </w:rPr>
              <w:t>indywidualnej dzi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ałalności gospodarczej, a także </w:t>
            </w:r>
            <w:r w:rsidRPr="003F0142">
              <w:rPr>
                <w:rFonts w:ascii="Corbel" w:hAnsi="Corbel"/>
                <w:b w:val="0"/>
                <w:smallCaps w:val="0"/>
                <w:szCs w:val="24"/>
              </w:rPr>
              <w:t>wykorzystuje wiedzę 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bytą podczas praktyk zawodowych </w:t>
            </w:r>
            <w:r w:rsidRPr="003F0142">
              <w:rPr>
                <w:rFonts w:ascii="Corbel" w:hAnsi="Corbel"/>
                <w:b w:val="0"/>
                <w:smallCaps w:val="0"/>
                <w:szCs w:val="24"/>
              </w:rPr>
              <w:t>na studiach administ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racyjnych służąc pomocą głównym </w:t>
            </w:r>
            <w:r w:rsidRPr="003F0142">
              <w:rPr>
                <w:rFonts w:ascii="Corbel" w:hAnsi="Corbel"/>
                <w:b w:val="0"/>
                <w:smallCaps w:val="0"/>
                <w:szCs w:val="24"/>
              </w:rPr>
              <w:t>podmiotom decyzyjnym np. w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najdowaniu aktów </w:t>
            </w:r>
            <w:r w:rsidRPr="003F0142">
              <w:rPr>
                <w:rFonts w:ascii="Corbel" w:hAnsi="Corbel"/>
                <w:b w:val="0"/>
                <w:smallCaps w:val="0"/>
                <w:szCs w:val="24"/>
              </w:rPr>
              <w:t>normatywnych i tworzeniu zarysu projektów dokumentacji</w:t>
            </w:r>
          </w:p>
        </w:tc>
        <w:tc>
          <w:tcPr>
            <w:tcW w:w="1873" w:type="dxa"/>
          </w:tcPr>
          <w:p w:rsidR="00C52976" w:rsidRPr="00C52976" w:rsidRDefault="00C52976" w:rsidP="00C5297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2976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:rsidR="00D64C4C" w:rsidRDefault="00D64C4C" w:rsidP="00C529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31C30" w:rsidRPr="009C54AE" w:rsidTr="008E701F">
        <w:trPr>
          <w:trHeight w:val="1451"/>
        </w:trPr>
        <w:tc>
          <w:tcPr>
            <w:tcW w:w="1701" w:type="dxa"/>
          </w:tcPr>
          <w:p w:rsidR="00031C30" w:rsidRPr="009C54AE" w:rsidRDefault="00297D9C" w:rsidP="004F27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="00031C30" w:rsidRPr="003F0142" w:rsidRDefault="00C52976" w:rsidP="008E70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C52976">
              <w:rPr>
                <w:rFonts w:ascii="Corbel" w:hAnsi="Corbel"/>
                <w:b w:val="0"/>
                <w:smallCaps w:val="0"/>
                <w:szCs w:val="24"/>
              </w:rPr>
              <w:t xml:space="preserve">osiada umiejętność rozumienia i analizowania zmian w </w:t>
            </w:r>
            <w:r w:rsidR="00031C30" w:rsidRPr="003F0142">
              <w:rPr>
                <w:rFonts w:ascii="Corbel" w:hAnsi="Corbel"/>
                <w:b w:val="0"/>
                <w:smallCaps w:val="0"/>
                <w:szCs w:val="24"/>
              </w:rPr>
              <w:t>ustawoda</w:t>
            </w:r>
            <w:r w:rsidR="00031C30">
              <w:rPr>
                <w:rFonts w:ascii="Corbel" w:hAnsi="Corbel"/>
                <w:b w:val="0"/>
                <w:smallCaps w:val="0"/>
                <w:szCs w:val="24"/>
              </w:rPr>
              <w:t xml:space="preserve">wstwie prawnym, w szczególności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sektorze publicznym i administracji publicznej </w:t>
            </w:r>
            <w:r w:rsidRPr="00C52976">
              <w:rPr>
                <w:rFonts w:ascii="Corbel" w:hAnsi="Corbel"/>
                <w:b w:val="0"/>
                <w:smallCaps w:val="0"/>
                <w:szCs w:val="24"/>
              </w:rPr>
              <w:t xml:space="preserve"> jako szczególny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C52976">
              <w:rPr>
                <w:rFonts w:ascii="Corbel" w:hAnsi="Corbel"/>
                <w:b w:val="0"/>
                <w:smallCaps w:val="0"/>
                <w:szCs w:val="24"/>
              </w:rPr>
              <w:t xml:space="preserve"> rodzaj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 organizacji kształtującym podstawowe stosunki społeczne.</w:t>
            </w:r>
          </w:p>
        </w:tc>
        <w:tc>
          <w:tcPr>
            <w:tcW w:w="1873" w:type="dxa"/>
          </w:tcPr>
          <w:p w:rsidR="00031C30" w:rsidRDefault="00C52976" w:rsidP="003F01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2976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4F279D" w:rsidRPr="009C54AE" w:rsidTr="005E6E85">
        <w:tc>
          <w:tcPr>
            <w:tcW w:w="1701" w:type="dxa"/>
          </w:tcPr>
          <w:p w:rsidR="004F279D" w:rsidRPr="009C54AE" w:rsidRDefault="004F279D" w:rsidP="004F27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97D9C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6096" w:type="dxa"/>
          </w:tcPr>
          <w:p w:rsidR="004F279D" w:rsidRPr="00A355D9" w:rsidRDefault="003F0142" w:rsidP="008E701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p</w:t>
            </w:r>
            <w:r w:rsidRPr="003F0142">
              <w:rPr>
                <w:rFonts w:ascii="Corbel" w:hAnsi="Corbel"/>
                <w:sz w:val="24"/>
                <w:szCs w:val="24"/>
              </w:rPr>
              <w:t>otrafi przygoto</w:t>
            </w:r>
            <w:r>
              <w:rPr>
                <w:rFonts w:ascii="Corbel" w:hAnsi="Corbel"/>
                <w:sz w:val="24"/>
                <w:szCs w:val="24"/>
              </w:rPr>
              <w:t xml:space="preserve">wać prace pisemne i prezentacje </w:t>
            </w:r>
            <w:r w:rsidRPr="003F0142">
              <w:rPr>
                <w:rFonts w:ascii="Corbel" w:hAnsi="Corbel"/>
                <w:sz w:val="24"/>
                <w:szCs w:val="24"/>
              </w:rPr>
              <w:t>multimedialne, wystąpi</w:t>
            </w:r>
            <w:r>
              <w:rPr>
                <w:rFonts w:ascii="Corbel" w:hAnsi="Corbel"/>
                <w:sz w:val="24"/>
                <w:szCs w:val="24"/>
              </w:rPr>
              <w:t xml:space="preserve">enia ustne, takie jak referaty, </w:t>
            </w:r>
            <w:r w:rsidRPr="003F0142">
              <w:rPr>
                <w:rFonts w:ascii="Corbel" w:hAnsi="Corbel"/>
                <w:sz w:val="24"/>
                <w:szCs w:val="24"/>
              </w:rPr>
              <w:t>odczyty, poświęcone ko</w:t>
            </w:r>
            <w:r>
              <w:rPr>
                <w:rFonts w:ascii="Corbel" w:hAnsi="Corbel"/>
                <w:sz w:val="24"/>
                <w:szCs w:val="24"/>
              </w:rPr>
              <w:t xml:space="preserve">nkretnemu zagadnieniu z zakresu organizacji i zarządzania w administracji publicznej ,a </w:t>
            </w:r>
            <w:r w:rsidR="004F279D" w:rsidRPr="00A355D9">
              <w:rPr>
                <w:rFonts w:ascii="Corbel" w:hAnsi="Corbel"/>
                <w:sz w:val="24"/>
                <w:szCs w:val="24"/>
              </w:rPr>
              <w:t>uczestnicząc w dyskusji przedstawia merytoryczne argumenty i prawidłowo formułuje wnioski</w:t>
            </w:r>
          </w:p>
        </w:tc>
        <w:tc>
          <w:tcPr>
            <w:tcW w:w="1873" w:type="dxa"/>
          </w:tcPr>
          <w:p w:rsidR="004F279D" w:rsidRDefault="003F0142" w:rsidP="004F279D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K_U13</w:t>
            </w:r>
          </w:p>
          <w:p w:rsidR="003F0142" w:rsidRDefault="003F0142" w:rsidP="004F279D">
            <w:pPr>
              <w:rPr>
                <w:rFonts w:ascii="Corbel" w:hAnsi="Corbel"/>
                <w:sz w:val="24"/>
                <w:szCs w:val="24"/>
              </w:rPr>
            </w:pPr>
            <w:r w:rsidRPr="003F0142">
              <w:rPr>
                <w:rFonts w:ascii="Corbel" w:hAnsi="Corbel"/>
                <w:sz w:val="24"/>
                <w:szCs w:val="24"/>
              </w:rPr>
              <w:t>K_U15</w:t>
            </w:r>
          </w:p>
          <w:p w:rsidR="003F0142" w:rsidRPr="00A355D9" w:rsidRDefault="003F0142" w:rsidP="004F279D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3F0142" w:rsidRPr="009C54AE" w:rsidTr="005E6E85">
        <w:tc>
          <w:tcPr>
            <w:tcW w:w="1701" w:type="dxa"/>
          </w:tcPr>
          <w:p w:rsidR="003F0142" w:rsidRPr="009C54AE" w:rsidRDefault="00297D9C" w:rsidP="004F27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EK_12</w:t>
            </w:r>
          </w:p>
        </w:tc>
        <w:tc>
          <w:tcPr>
            <w:tcW w:w="6096" w:type="dxa"/>
          </w:tcPr>
          <w:p w:rsidR="003F0142" w:rsidRDefault="006D0859" w:rsidP="008E701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ma</w:t>
            </w:r>
            <w:r w:rsidR="003F0142" w:rsidRPr="003F0142">
              <w:rPr>
                <w:rFonts w:ascii="Corbel" w:hAnsi="Corbel"/>
                <w:sz w:val="24"/>
                <w:szCs w:val="24"/>
              </w:rPr>
              <w:t xml:space="preserve"> świadomość posiadanej wiedzy i rozumie potr</w:t>
            </w:r>
            <w:r>
              <w:rPr>
                <w:rFonts w:ascii="Corbel" w:hAnsi="Corbel"/>
                <w:sz w:val="24"/>
                <w:szCs w:val="24"/>
              </w:rPr>
              <w:t xml:space="preserve">zebę </w:t>
            </w:r>
            <w:r w:rsidR="003F0142" w:rsidRPr="003F0142">
              <w:rPr>
                <w:rFonts w:ascii="Corbel" w:hAnsi="Corbel"/>
                <w:sz w:val="24"/>
                <w:szCs w:val="24"/>
              </w:rPr>
              <w:t>dalszego kształcenia</w:t>
            </w:r>
            <w:r>
              <w:rPr>
                <w:rFonts w:ascii="Corbel" w:hAnsi="Corbel"/>
                <w:sz w:val="24"/>
                <w:szCs w:val="24"/>
              </w:rPr>
              <w:t xml:space="preserve"> się i rozwoju zawodowego. Jest </w:t>
            </w:r>
            <w:r w:rsidR="003F0142" w:rsidRPr="003F0142">
              <w:rPr>
                <w:rFonts w:ascii="Corbel" w:hAnsi="Corbel"/>
                <w:sz w:val="24"/>
                <w:szCs w:val="24"/>
              </w:rPr>
              <w:t>przygotowany do podjęci</w:t>
            </w:r>
            <w:r>
              <w:rPr>
                <w:rFonts w:ascii="Corbel" w:hAnsi="Corbel"/>
                <w:sz w:val="24"/>
                <w:szCs w:val="24"/>
              </w:rPr>
              <w:t xml:space="preserve">a studiów drugiego stopnia oraz </w:t>
            </w:r>
            <w:r w:rsidR="003F0142" w:rsidRPr="003F0142">
              <w:rPr>
                <w:rFonts w:ascii="Corbel" w:hAnsi="Corbel"/>
                <w:sz w:val="24"/>
                <w:szCs w:val="24"/>
              </w:rPr>
              <w:t>podnoszenia kompe</w:t>
            </w:r>
            <w:r>
              <w:rPr>
                <w:rFonts w:ascii="Corbel" w:hAnsi="Corbel"/>
                <w:sz w:val="24"/>
                <w:szCs w:val="24"/>
              </w:rPr>
              <w:t xml:space="preserve">tencji zawodowych, osobistych i </w:t>
            </w:r>
            <w:r w:rsidR="003F0142" w:rsidRPr="003F0142">
              <w:rPr>
                <w:rFonts w:ascii="Corbel" w:hAnsi="Corbel"/>
                <w:sz w:val="24"/>
                <w:szCs w:val="24"/>
              </w:rPr>
              <w:t>społecznych;</w:t>
            </w:r>
          </w:p>
        </w:tc>
        <w:tc>
          <w:tcPr>
            <w:tcW w:w="1873" w:type="dxa"/>
          </w:tcPr>
          <w:p w:rsidR="003F0142" w:rsidRDefault="006D0859" w:rsidP="004F279D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K_U17</w:t>
            </w:r>
          </w:p>
        </w:tc>
      </w:tr>
      <w:tr w:rsidR="004F279D" w:rsidRPr="009C54AE" w:rsidTr="005E6E85">
        <w:tc>
          <w:tcPr>
            <w:tcW w:w="1701" w:type="dxa"/>
          </w:tcPr>
          <w:p w:rsidR="004F279D" w:rsidRPr="009C54AE" w:rsidRDefault="004F279D" w:rsidP="004F27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97D9C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  <w:tc>
          <w:tcPr>
            <w:tcW w:w="6096" w:type="dxa"/>
          </w:tcPr>
          <w:p w:rsidR="004F279D" w:rsidRPr="002E7A48" w:rsidRDefault="006A751C" w:rsidP="008E701F">
            <w:pPr>
              <w:spacing w:after="0"/>
              <w:rPr>
                <w:sz w:val="24"/>
                <w:szCs w:val="24"/>
              </w:rPr>
            </w:pPr>
            <w:r w:rsidRPr="002E7A48">
              <w:rPr>
                <w:sz w:val="24"/>
                <w:szCs w:val="24"/>
              </w:rPr>
              <w:t>Student  wy</w:t>
            </w:r>
            <w:r w:rsidR="006F50CC" w:rsidRPr="002E7A48">
              <w:rPr>
                <w:sz w:val="24"/>
                <w:szCs w:val="24"/>
              </w:rPr>
              <w:t xml:space="preserve">kazuje gotowość do podejmowania wyzwań zawodowych, wykazuje aktywność, trud oraz wytrwałość w realizacji zadań, </w:t>
            </w:r>
            <w:r w:rsidR="004F279D" w:rsidRPr="002E7A48">
              <w:rPr>
                <w:sz w:val="24"/>
                <w:szCs w:val="24"/>
              </w:rPr>
              <w:t>potrafi współdziałać i pracować w grupie, odpowiednio określić priorytety służące realizacji nałożonych na grupę zadań, proponuje indywidualnie lub w grupie określone rozwiązania organizacyjno-społeczne, jest kreatywny i elastyczny w pracy w grupie</w:t>
            </w:r>
          </w:p>
        </w:tc>
        <w:tc>
          <w:tcPr>
            <w:tcW w:w="1873" w:type="dxa"/>
          </w:tcPr>
          <w:p w:rsidR="006F50CC" w:rsidRDefault="006F50CC" w:rsidP="004F279D">
            <w:pPr>
              <w:pStyle w:val="Punktygwne"/>
              <w:spacing w:before="0" w:after="0"/>
              <w:rPr>
                <w:rFonts w:ascii="Corbel" w:eastAsia="Cambria" w:hAnsi="Corbel"/>
                <w:b w:val="0"/>
              </w:rPr>
            </w:pPr>
            <w:r>
              <w:rPr>
                <w:rFonts w:ascii="Corbel" w:eastAsia="Cambria" w:hAnsi="Corbel"/>
                <w:b w:val="0"/>
              </w:rPr>
              <w:t>K_K01</w:t>
            </w:r>
          </w:p>
          <w:p w:rsidR="004F279D" w:rsidRPr="000410E5" w:rsidRDefault="004F279D" w:rsidP="004F279D">
            <w:pPr>
              <w:pStyle w:val="Punktygwne"/>
              <w:spacing w:before="0" w:after="0"/>
              <w:rPr>
                <w:rFonts w:ascii="Corbel" w:eastAsia="Cambria" w:hAnsi="Corbel"/>
                <w:b w:val="0"/>
              </w:rPr>
            </w:pPr>
            <w:r w:rsidRPr="000410E5">
              <w:rPr>
                <w:rFonts w:ascii="Corbel" w:eastAsia="Cambria" w:hAnsi="Corbel"/>
                <w:b w:val="0"/>
              </w:rPr>
              <w:t>K_K</w:t>
            </w:r>
            <w:r>
              <w:rPr>
                <w:rFonts w:ascii="Corbel" w:eastAsia="Cambria" w:hAnsi="Corbel"/>
                <w:b w:val="0"/>
              </w:rPr>
              <w:t>02</w:t>
            </w:r>
            <w:r w:rsidRPr="000410E5">
              <w:rPr>
                <w:rFonts w:ascii="Corbel" w:eastAsia="Cambria" w:hAnsi="Corbel"/>
                <w:b w:val="0"/>
              </w:rPr>
              <w:t>,</w:t>
            </w:r>
          </w:p>
          <w:p w:rsidR="004F279D" w:rsidRPr="000410E5" w:rsidRDefault="004F279D" w:rsidP="004F279D">
            <w:pPr>
              <w:pStyle w:val="Punktygwne"/>
              <w:spacing w:before="0" w:after="0"/>
              <w:rPr>
                <w:rFonts w:ascii="Corbel" w:eastAsia="Cambria" w:hAnsi="Corbel"/>
                <w:b w:val="0"/>
              </w:rPr>
            </w:pPr>
            <w:r w:rsidRPr="000410E5">
              <w:rPr>
                <w:rFonts w:ascii="Corbel" w:eastAsia="Cambria" w:hAnsi="Corbel"/>
                <w:b w:val="0"/>
              </w:rPr>
              <w:t>K_K</w:t>
            </w:r>
            <w:r>
              <w:rPr>
                <w:rFonts w:ascii="Corbel" w:eastAsia="Cambria" w:hAnsi="Corbel"/>
                <w:b w:val="0"/>
              </w:rPr>
              <w:t>03</w:t>
            </w:r>
            <w:r w:rsidRPr="000410E5">
              <w:rPr>
                <w:rFonts w:ascii="Corbel" w:eastAsia="Cambria" w:hAnsi="Corbel"/>
                <w:b w:val="0"/>
              </w:rPr>
              <w:t>,</w:t>
            </w:r>
          </w:p>
          <w:p w:rsidR="004F279D" w:rsidRPr="000410E5" w:rsidRDefault="004F279D" w:rsidP="004F279D">
            <w:pPr>
              <w:pStyle w:val="Punktygwne"/>
              <w:spacing w:before="0" w:after="0"/>
              <w:rPr>
                <w:rFonts w:ascii="Corbel" w:eastAsia="Cambria" w:hAnsi="Corbel"/>
                <w:b w:val="0"/>
              </w:rPr>
            </w:pPr>
            <w:r w:rsidRPr="000410E5">
              <w:rPr>
                <w:rFonts w:ascii="Corbel" w:eastAsia="Cambria" w:hAnsi="Corbel"/>
                <w:b w:val="0"/>
              </w:rPr>
              <w:t>K_K</w:t>
            </w:r>
            <w:r>
              <w:rPr>
                <w:rFonts w:ascii="Corbel" w:eastAsia="Cambria" w:hAnsi="Corbel"/>
                <w:b w:val="0"/>
              </w:rPr>
              <w:t>07</w:t>
            </w:r>
          </w:p>
        </w:tc>
      </w:tr>
      <w:tr w:rsidR="00460BB9" w:rsidRPr="009C54AE" w:rsidTr="005E6E85">
        <w:tc>
          <w:tcPr>
            <w:tcW w:w="1701" w:type="dxa"/>
          </w:tcPr>
          <w:p w:rsidR="00460BB9" w:rsidRPr="009C54AE" w:rsidRDefault="00297D9C" w:rsidP="004F27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096" w:type="dxa"/>
          </w:tcPr>
          <w:p w:rsidR="00EB4DDF" w:rsidRPr="002E7A48" w:rsidRDefault="006A751C" w:rsidP="002E7A48">
            <w:pPr>
              <w:rPr>
                <w:sz w:val="24"/>
                <w:szCs w:val="24"/>
              </w:rPr>
            </w:pPr>
            <w:r w:rsidRPr="002E7A48">
              <w:rPr>
                <w:sz w:val="24"/>
                <w:szCs w:val="24"/>
              </w:rPr>
              <w:t xml:space="preserve">Student </w:t>
            </w:r>
            <w:r w:rsidR="00460BB9" w:rsidRPr="002E7A48">
              <w:rPr>
                <w:sz w:val="24"/>
                <w:szCs w:val="24"/>
              </w:rPr>
              <w:t xml:space="preserve">posługuje się wiedzą z zakresu organizacji i zarządzania w administracji </w:t>
            </w:r>
            <w:r w:rsidR="008A6082" w:rsidRPr="002E7A48">
              <w:rPr>
                <w:sz w:val="24"/>
                <w:szCs w:val="24"/>
              </w:rPr>
              <w:t xml:space="preserve"> </w:t>
            </w:r>
            <w:r w:rsidR="009A074D" w:rsidRPr="002E7A48">
              <w:rPr>
                <w:sz w:val="24"/>
                <w:szCs w:val="24"/>
              </w:rPr>
              <w:t xml:space="preserve">publicznej </w:t>
            </w:r>
            <w:r w:rsidR="008A6082" w:rsidRPr="002E7A48">
              <w:rPr>
                <w:sz w:val="24"/>
                <w:szCs w:val="24"/>
              </w:rPr>
              <w:t xml:space="preserve">oraz </w:t>
            </w:r>
            <w:r w:rsidR="00EB4DDF" w:rsidRPr="002E7A48">
              <w:rPr>
                <w:sz w:val="24"/>
                <w:szCs w:val="24"/>
              </w:rPr>
              <w:t>prawidłowo identyfikuje i rozstrz</w:t>
            </w:r>
            <w:r w:rsidR="008A6082" w:rsidRPr="002E7A48">
              <w:rPr>
                <w:sz w:val="24"/>
                <w:szCs w:val="24"/>
              </w:rPr>
              <w:t xml:space="preserve">yga dylematy związane </w:t>
            </w:r>
            <w:r w:rsidR="00EB4DDF" w:rsidRPr="002E7A48">
              <w:rPr>
                <w:sz w:val="24"/>
                <w:szCs w:val="24"/>
              </w:rPr>
              <w:t>z wykonywaniem zawodu urzędnika administracji;</w:t>
            </w:r>
          </w:p>
        </w:tc>
        <w:tc>
          <w:tcPr>
            <w:tcW w:w="1873" w:type="dxa"/>
          </w:tcPr>
          <w:p w:rsidR="00460BB9" w:rsidRDefault="00460BB9" w:rsidP="004F279D">
            <w:pPr>
              <w:pStyle w:val="Punktygwne"/>
              <w:spacing w:before="0" w:after="0"/>
              <w:rPr>
                <w:rFonts w:ascii="Corbel" w:eastAsia="Cambria" w:hAnsi="Corbel"/>
                <w:b w:val="0"/>
              </w:rPr>
            </w:pPr>
            <w:r w:rsidRPr="00460BB9">
              <w:rPr>
                <w:rFonts w:ascii="Corbel" w:eastAsia="Cambria" w:hAnsi="Corbel"/>
                <w:b w:val="0"/>
              </w:rPr>
              <w:t>K_K04</w:t>
            </w:r>
          </w:p>
        </w:tc>
      </w:tr>
      <w:tr w:rsidR="00460BB9" w:rsidRPr="009C54AE" w:rsidTr="005E6E85">
        <w:tc>
          <w:tcPr>
            <w:tcW w:w="1701" w:type="dxa"/>
          </w:tcPr>
          <w:p w:rsidR="00460BB9" w:rsidRPr="009C54AE" w:rsidRDefault="00297D9C" w:rsidP="004F27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096" w:type="dxa"/>
          </w:tcPr>
          <w:p w:rsidR="00A1167A" w:rsidRPr="002E7A48" w:rsidRDefault="00533041" w:rsidP="00A1167A">
            <w:pPr>
              <w:rPr>
                <w:sz w:val="24"/>
                <w:szCs w:val="24"/>
              </w:rPr>
            </w:pPr>
            <w:r w:rsidRPr="002E7A48">
              <w:rPr>
                <w:sz w:val="24"/>
                <w:szCs w:val="24"/>
              </w:rPr>
              <w:t>Student j</w:t>
            </w:r>
            <w:r w:rsidR="00A1167A" w:rsidRPr="002E7A48">
              <w:rPr>
                <w:sz w:val="24"/>
                <w:szCs w:val="24"/>
              </w:rPr>
              <w:t>est otwarty na nowe rozwiązania i argumenty dotyczące</w:t>
            </w:r>
            <w:r w:rsidRPr="002E7A48">
              <w:rPr>
                <w:sz w:val="24"/>
                <w:szCs w:val="24"/>
              </w:rPr>
              <w:t xml:space="preserve"> </w:t>
            </w:r>
            <w:r w:rsidR="00A1167A" w:rsidRPr="002E7A48">
              <w:rPr>
                <w:sz w:val="24"/>
                <w:szCs w:val="24"/>
              </w:rPr>
              <w:t xml:space="preserve">zagadnień </w:t>
            </w:r>
            <w:r w:rsidRPr="002E7A48">
              <w:rPr>
                <w:sz w:val="24"/>
                <w:szCs w:val="24"/>
              </w:rPr>
              <w:t>zarządzania sprawami publicznymi</w:t>
            </w:r>
            <w:r w:rsidR="00A1167A" w:rsidRPr="002E7A48">
              <w:rPr>
                <w:sz w:val="24"/>
                <w:szCs w:val="24"/>
              </w:rPr>
              <w:t>, u</w:t>
            </w:r>
            <w:r w:rsidR="00FE0DDA" w:rsidRPr="002E7A48">
              <w:rPr>
                <w:sz w:val="24"/>
                <w:szCs w:val="24"/>
              </w:rPr>
              <w:t>mie uczestniczyć w elementarnym zakresie w przygotowaniu projektów społecznych (umie projektować rozwiązania prawne, konstruować podstawy działania i zarządzania różnego rodzaju instytucji i organizacji  z obszaru administracji), uwzględniając aspekty prawne, ekonomiczne i polityczne, potrafi przygotowywać samodzielnie lub w grupie projekty społeczne i właściwie je uzasadnić;</w:t>
            </w:r>
          </w:p>
        </w:tc>
        <w:tc>
          <w:tcPr>
            <w:tcW w:w="1873" w:type="dxa"/>
          </w:tcPr>
          <w:p w:rsidR="00460BB9" w:rsidRDefault="00460BB9" w:rsidP="004F279D">
            <w:pPr>
              <w:pStyle w:val="Punktygwne"/>
              <w:spacing w:before="0" w:after="0"/>
              <w:rPr>
                <w:rFonts w:ascii="Corbel" w:eastAsia="Cambria" w:hAnsi="Corbel"/>
                <w:b w:val="0"/>
              </w:rPr>
            </w:pPr>
            <w:r>
              <w:rPr>
                <w:rFonts w:ascii="Corbel" w:eastAsia="Cambria" w:hAnsi="Corbel"/>
                <w:b w:val="0"/>
              </w:rPr>
              <w:t>K_K0</w:t>
            </w:r>
            <w:r w:rsidR="00FE0DDA">
              <w:rPr>
                <w:rFonts w:ascii="Corbel" w:eastAsia="Cambria" w:hAnsi="Corbel"/>
                <w:b w:val="0"/>
              </w:rPr>
              <w:t>5</w:t>
            </w:r>
          </w:p>
          <w:p w:rsidR="00A1167A" w:rsidRDefault="00A1167A" w:rsidP="004F279D">
            <w:pPr>
              <w:pStyle w:val="Punktygwne"/>
              <w:spacing w:before="0" w:after="0"/>
              <w:rPr>
                <w:rFonts w:ascii="Corbel" w:eastAsia="Cambria" w:hAnsi="Corbel"/>
                <w:b w:val="0"/>
              </w:rPr>
            </w:pPr>
          </w:p>
          <w:p w:rsidR="00A1167A" w:rsidRDefault="00A1167A" w:rsidP="004F279D">
            <w:pPr>
              <w:pStyle w:val="Punktygwne"/>
              <w:spacing w:before="0" w:after="0"/>
              <w:rPr>
                <w:rFonts w:ascii="Corbel" w:eastAsia="Cambria" w:hAnsi="Corbel"/>
                <w:b w:val="0"/>
              </w:rPr>
            </w:pPr>
            <w:r>
              <w:rPr>
                <w:rFonts w:ascii="Corbel" w:eastAsia="Cambria" w:hAnsi="Corbel"/>
                <w:b w:val="0"/>
              </w:rPr>
              <w:t>K_K08</w:t>
            </w:r>
          </w:p>
        </w:tc>
      </w:tr>
      <w:tr w:rsidR="00460BB9" w:rsidRPr="009C54AE" w:rsidTr="005E6E85">
        <w:tc>
          <w:tcPr>
            <w:tcW w:w="1701" w:type="dxa"/>
          </w:tcPr>
          <w:p w:rsidR="00460BB9" w:rsidRPr="009C54AE" w:rsidRDefault="00297D9C" w:rsidP="004F27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460BB9" w:rsidRPr="00460BB9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460BB9" w:rsidRPr="002E7A48" w:rsidRDefault="00D9744E" w:rsidP="00BB173C">
            <w:pPr>
              <w:rPr>
                <w:sz w:val="24"/>
                <w:szCs w:val="24"/>
              </w:rPr>
            </w:pPr>
            <w:r w:rsidRPr="002E7A48">
              <w:rPr>
                <w:sz w:val="24"/>
                <w:szCs w:val="24"/>
              </w:rPr>
              <w:t>Potrafi uzupełniać i doskonalić nabytą wiedzę i umiejętności, korzystając z dostępnych źródeł w literaturze fachowej i technologii informacyjnych, posiada zdolność do pogłębiania wiedz</w:t>
            </w:r>
            <w:r w:rsidR="00BB173C" w:rsidRPr="002E7A48">
              <w:rPr>
                <w:sz w:val="24"/>
                <w:szCs w:val="24"/>
              </w:rPr>
              <w:t>y i nadążania za zmianami prawa również poprzez odbywanie staży i praktyk zawodowych;</w:t>
            </w:r>
          </w:p>
        </w:tc>
        <w:tc>
          <w:tcPr>
            <w:tcW w:w="1873" w:type="dxa"/>
          </w:tcPr>
          <w:p w:rsidR="00460BB9" w:rsidRDefault="00460BB9" w:rsidP="004F279D">
            <w:pPr>
              <w:pStyle w:val="Punktygwne"/>
              <w:spacing w:before="0" w:after="0"/>
              <w:rPr>
                <w:rFonts w:ascii="Corbel" w:eastAsia="Cambria" w:hAnsi="Corbel"/>
                <w:b w:val="0"/>
              </w:rPr>
            </w:pPr>
            <w:r>
              <w:rPr>
                <w:rFonts w:ascii="Corbel" w:eastAsia="Cambria" w:hAnsi="Corbel"/>
                <w:b w:val="0"/>
              </w:rPr>
              <w:t>K_K0</w:t>
            </w:r>
            <w:r w:rsidR="00D9744E">
              <w:rPr>
                <w:rFonts w:ascii="Corbel" w:eastAsia="Cambria" w:hAnsi="Corbel"/>
                <w:b w:val="0"/>
              </w:rPr>
              <w:t>6</w:t>
            </w:r>
          </w:p>
          <w:p w:rsidR="00BB173C" w:rsidRDefault="00BB173C" w:rsidP="004F279D">
            <w:pPr>
              <w:pStyle w:val="Punktygwne"/>
              <w:spacing w:before="0" w:after="0"/>
              <w:rPr>
                <w:rFonts w:ascii="Corbel" w:eastAsia="Cambria" w:hAnsi="Corbel"/>
                <w:b w:val="0"/>
              </w:rPr>
            </w:pPr>
            <w:r>
              <w:rPr>
                <w:rFonts w:ascii="Corbel" w:eastAsia="Cambria" w:hAnsi="Corbel"/>
                <w:b w:val="0"/>
              </w:rPr>
              <w:t>K_K09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214FC" w:rsidP="000410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14FC">
              <w:rPr>
                <w:rFonts w:ascii="Corbel" w:hAnsi="Corbel"/>
                <w:sz w:val="24"/>
                <w:szCs w:val="24"/>
              </w:rPr>
              <w:t>Administracja publiczna jako szczególny rodzaj organizacji i instytucji. Pojęcie sektora publicznego. Nowe podejście do zarządzania sprawami publicznymi</w:t>
            </w:r>
            <w:r w:rsidR="009C233C">
              <w:rPr>
                <w:rFonts w:ascii="Corbel" w:hAnsi="Corbel"/>
                <w:sz w:val="24"/>
                <w:szCs w:val="24"/>
              </w:rPr>
              <w:t xml:space="preserve"> (kontrola zarządcza).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214FC" w:rsidP="000410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14FC">
              <w:rPr>
                <w:rFonts w:ascii="Corbel" w:hAnsi="Corbel"/>
                <w:sz w:val="24"/>
                <w:szCs w:val="24"/>
              </w:rPr>
              <w:t>Modele organizacji administracji publicznej. Poziomy zarządzania w administracji publicznej i zróżnicowanie uprawnień decyzyjnych organów administracji publicznej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214FC" w:rsidP="000410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14FC">
              <w:rPr>
                <w:rFonts w:ascii="Corbel" w:hAnsi="Corbel"/>
                <w:sz w:val="24"/>
                <w:szCs w:val="24"/>
              </w:rPr>
              <w:t>Rola administracji publicznej w tworzeniu polityk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410E5" w:rsidRPr="009C54AE" w:rsidTr="00923D7D">
        <w:tc>
          <w:tcPr>
            <w:tcW w:w="9639" w:type="dxa"/>
          </w:tcPr>
          <w:p w:rsidR="000410E5" w:rsidRPr="000410E5" w:rsidRDefault="002214FC" w:rsidP="000410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14FC">
              <w:rPr>
                <w:rFonts w:ascii="Corbel" w:hAnsi="Corbel"/>
                <w:sz w:val="24"/>
                <w:szCs w:val="24"/>
              </w:rPr>
              <w:t xml:space="preserve">Instrumenty zarządzania strategicznego w administracji publicznej (strategie rozwoju, zarządzanie jakością, budżetowanie zadaniowe i wieloletnie planowanie </w:t>
            </w:r>
            <w:r w:rsidR="005E6443">
              <w:rPr>
                <w:rFonts w:ascii="Corbel" w:hAnsi="Corbel"/>
                <w:sz w:val="24"/>
                <w:szCs w:val="24"/>
              </w:rPr>
              <w:t>inwestycyjne itp.</w:t>
            </w:r>
            <w:r w:rsidRPr="002214FC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0410E5" w:rsidRPr="009C54AE" w:rsidTr="00923D7D">
        <w:tc>
          <w:tcPr>
            <w:tcW w:w="9639" w:type="dxa"/>
          </w:tcPr>
          <w:p w:rsidR="000410E5" w:rsidRPr="000410E5" w:rsidRDefault="002214FC" w:rsidP="000410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14FC">
              <w:rPr>
                <w:rFonts w:ascii="Corbel" w:hAnsi="Corbel"/>
                <w:sz w:val="24"/>
                <w:szCs w:val="24"/>
              </w:rPr>
              <w:lastRenderedPageBreak/>
              <w:t>Wykorzystywanie instrumentów rynkowych w administracji publicznej (kontraktowanie usług publicznych, outsourcing, partnerstwo publiczno-prywatne, marketing terytorialny).</w:t>
            </w:r>
          </w:p>
        </w:tc>
      </w:tr>
      <w:tr w:rsidR="000410E5" w:rsidRPr="009C54AE" w:rsidTr="00923D7D">
        <w:tc>
          <w:tcPr>
            <w:tcW w:w="9639" w:type="dxa"/>
          </w:tcPr>
          <w:p w:rsidR="000410E5" w:rsidRPr="000410E5" w:rsidRDefault="002214FC" w:rsidP="000410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14FC">
              <w:rPr>
                <w:rFonts w:ascii="Corbel" w:hAnsi="Corbel"/>
                <w:sz w:val="24"/>
                <w:szCs w:val="24"/>
              </w:rPr>
              <w:t>Zarządzanie zasobami ludzkimi (modele zarządzania zasobami ludzkimi w administracji publicznej, etyka w służbie publicznej, rola kultury organizacyjnej w zarządzaniu w administracji publicznej).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448EA" w:rsidRPr="007523BF" w:rsidTr="00923D7D">
        <w:tc>
          <w:tcPr>
            <w:tcW w:w="9639" w:type="dxa"/>
          </w:tcPr>
          <w:p w:rsidR="004448EA" w:rsidRPr="009C54AE" w:rsidRDefault="004448EA" w:rsidP="004448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14FC">
              <w:rPr>
                <w:rFonts w:ascii="Corbel" w:hAnsi="Corbel"/>
                <w:sz w:val="24"/>
                <w:szCs w:val="24"/>
              </w:rPr>
              <w:t>Administracja publiczna jako szczególny rodzaj organizacji i instytucji. Pojęcie sektora publicznego. Nowe podejście do zarządzania sprawami publicznymi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7523BF" w:rsidTr="00923D7D">
        <w:tc>
          <w:tcPr>
            <w:tcW w:w="9639" w:type="dxa"/>
          </w:tcPr>
          <w:p w:rsidR="0085747A" w:rsidRPr="004448EA" w:rsidRDefault="0088291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48EA">
              <w:rPr>
                <w:rFonts w:ascii="Corbel" w:hAnsi="Corbel"/>
                <w:sz w:val="24"/>
                <w:szCs w:val="24"/>
              </w:rPr>
              <w:t xml:space="preserve">Modele </w:t>
            </w:r>
            <w:r w:rsidR="00E44712" w:rsidRPr="004448EA">
              <w:rPr>
                <w:rFonts w:ascii="Corbel" w:hAnsi="Corbel"/>
                <w:sz w:val="24"/>
                <w:szCs w:val="24"/>
              </w:rPr>
              <w:t>organizacji administracji publicznej.</w:t>
            </w:r>
            <w:r w:rsidR="00BB5EF4" w:rsidRPr="004448EA">
              <w:rPr>
                <w:rFonts w:ascii="Corbel" w:hAnsi="Corbel"/>
                <w:sz w:val="24"/>
                <w:szCs w:val="24"/>
              </w:rPr>
              <w:t xml:space="preserve"> Poziomy zarządzania w administracji publicznej i zróżnicowanie uprawnień decyzyjnych organów administracji publicznej.</w:t>
            </w:r>
          </w:p>
        </w:tc>
      </w:tr>
      <w:tr w:rsidR="00BB5EF4" w:rsidRPr="00C1431C" w:rsidTr="00923D7D">
        <w:tc>
          <w:tcPr>
            <w:tcW w:w="9639" w:type="dxa"/>
          </w:tcPr>
          <w:p w:rsidR="00BB5EF4" w:rsidRPr="00C1431C" w:rsidRDefault="004448EA" w:rsidP="00BB5E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431C">
              <w:rPr>
                <w:rFonts w:ascii="Corbel" w:hAnsi="Corbel"/>
                <w:sz w:val="24"/>
                <w:szCs w:val="24"/>
              </w:rPr>
              <w:t>Obszary i podstawowe instrumenty zarządzania w administracji publicznej</w:t>
            </w:r>
            <w:r w:rsidR="005E6443">
              <w:rPr>
                <w:rFonts w:ascii="Corbel" w:hAnsi="Corbel"/>
                <w:sz w:val="24"/>
                <w:szCs w:val="24"/>
              </w:rPr>
              <w:t xml:space="preserve"> (na poziomie europejskim, krajowym, regionalnym i lokalnym)</w:t>
            </w:r>
            <w:r w:rsidRPr="00C1431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8723C" w:rsidRPr="00C1431C" w:rsidTr="00923D7D">
        <w:tc>
          <w:tcPr>
            <w:tcW w:w="9639" w:type="dxa"/>
          </w:tcPr>
          <w:p w:rsidR="0058723C" w:rsidRPr="00C1431C" w:rsidRDefault="0058723C" w:rsidP="005872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431C">
              <w:rPr>
                <w:rFonts w:ascii="Corbel" w:hAnsi="Corbel"/>
                <w:sz w:val="24"/>
                <w:szCs w:val="24"/>
              </w:rPr>
              <w:t>Praktyczne wymiary współpracy administracji publicznej ze społeczeństwem.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82918" w:rsidRPr="00882918" w:rsidRDefault="00882918" w:rsidP="00882918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882918">
        <w:rPr>
          <w:rFonts w:ascii="Corbel" w:hAnsi="Corbel"/>
          <w:smallCaps w:val="0"/>
          <w:szCs w:val="24"/>
        </w:rPr>
        <w:t>wykłady</w:t>
      </w:r>
      <w:r w:rsidRPr="00882918">
        <w:rPr>
          <w:rFonts w:ascii="Corbel" w:hAnsi="Corbel"/>
          <w:b w:val="0"/>
          <w:smallCaps w:val="0"/>
          <w:szCs w:val="24"/>
        </w:rPr>
        <w:t xml:space="preserve">: wykład z prezentacją multimedialną, dyskusja, analiza przypadków, </w:t>
      </w:r>
    </w:p>
    <w:p w:rsidR="0085747A" w:rsidRPr="009C54AE" w:rsidRDefault="00882918" w:rsidP="0088291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82918">
        <w:rPr>
          <w:rFonts w:ascii="Corbel" w:hAnsi="Corbel"/>
          <w:smallCaps w:val="0"/>
          <w:szCs w:val="24"/>
        </w:rPr>
        <w:t>ćwiczenia</w:t>
      </w:r>
      <w:r w:rsidRPr="00882918">
        <w:rPr>
          <w:rFonts w:ascii="Corbel" w:hAnsi="Corbel"/>
          <w:b w:val="0"/>
          <w:smallCaps w:val="0"/>
          <w:szCs w:val="24"/>
        </w:rPr>
        <w:t>: dyskusja, analiza przypadków, praca w grupie.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D390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D3908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8E70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068AE" w:rsidRPr="004E07C0" w:rsidTr="004236EE">
        <w:tc>
          <w:tcPr>
            <w:tcW w:w="1985" w:type="dxa"/>
          </w:tcPr>
          <w:p w:rsidR="002068AE" w:rsidRPr="009C54AE" w:rsidRDefault="002068AE" w:rsidP="004236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528" w:type="dxa"/>
          </w:tcPr>
          <w:p w:rsidR="002068AE" w:rsidRPr="00882918" w:rsidRDefault="002068AE" w:rsidP="004236E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882918">
              <w:rPr>
                <w:rFonts w:ascii="Corbel" w:hAnsi="Corbel"/>
                <w:b w:val="0"/>
                <w:smallCaps w:val="0"/>
                <w:color w:val="000000"/>
              </w:rPr>
              <w:t xml:space="preserve">egzamin </w:t>
            </w:r>
            <w:r>
              <w:rPr>
                <w:rFonts w:ascii="Corbel" w:hAnsi="Corbel"/>
                <w:b w:val="0"/>
                <w:smallCaps w:val="0"/>
                <w:color w:val="000000"/>
              </w:rPr>
              <w:t xml:space="preserve">ustny lub </w:t>
            </w:r>
            <w:r w:rsidRPr="00882918">
              <w:rPr>
                <w:rFonts w:ascii="Corbel" w:hAnsi="Corbel"/>
                <w:b w:val="0"/>
                <w:smallCaps w:val="0"/>
                <w:color w:val="000000"/>
              </w:rPr>
              <w:t>pisemny,</w:t>
            </w:r>
            <w:r w:rsidR="00C30A35">
              <w:rPr>
                <w:rFonts w:ascii="Corbel" w:hAnsi="Corbel"/>
                <w:b w:val="0"/>
                <w:smallCaps w:val="0"/>
                <w:color w:val="000000"/>
              </w:rPr>
              <w:t xml:space="preserve"> kolokwium, </w:t>
            </w:r>
            <w:r w:rsidRPr="00882918">
              <w:rPr>
                <w:rFonts w:ascii="Corbel" w:hAnsi="Corbel"/>
                <w:b w:val="0"/>
                <w:smallCaps w:val="0"/>
                <w:color w:val="000000"/>
              </w:rPr>
              <w:t xml:space="preserve"> obserwacja w trakcie zajęć</w:t>
            </w:r>
          </w:p>
        </w:tc>
        <w:tc>
          <w:tcPr>
            <w:tcW w:w="2126" w:type="dxa"/>
          </w:tcPr>
          <w:p w:rsidR="002068AE" w:rsidRPr="004E07C0" w:rsidRDefault="002068AE" w:rsidP="004236EE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</w:rPr>
            </w:pPr>
            <w:r w:rsidRPr="004E07C0">
              <w:rPr>
                <w:rFonts w:ascii="Corbel" w:hAnsi="Corbel"/>
                <w:b w:val="0"/>
              </w:rPr>
              <w:t>w, ćw.</w:t>
            </w:r>
          </w:p>
        </w:tc>
      </w:tr>
      <w:tr w:rsidR="002068AE" w:rsidRPr="004E07C0" w:rsidTr="004236EE">
        <w:tc>
          <w:tcPr>
            <w:tcW w:w="1985" w:type="dxa"/>
          </w:tcPr>
          <w:p w:rsidR="002068AE" w:rsidRPr="009C54AE" w:rsidRDefault="002068AE" w:rsidP="004236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528" w:type="dxa"/>
          </w:tcPr>
          <w:p w:rsidR="002068AE" w:rsidRPr="00882918" w:rsidRDefault="002068AE" w:rsidP="004236E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882918">
              <w:rPr>
                <w:rFonts w:ascii="Corbel" w:hAnsi="Corbel"/>
                <w:b w:val="0"/>
                <w:smallCaps w:val="0"/>
                <w:color w:val="000000"/>
              </w:rPr>
              <w:t xml:space="preserve">egzamin </w:t>
            </w:r>
            <w:r>
              <w:rPr>
                <w:rFonts w:ascii="Corbel" w:hAnsi="Corbel"/>
                <w:b w:val="0"/>
                <w:smallCaps w:val="0"/>
                <w:color w:val="000000"/>
              </w:rPr>
              <w:t xml:space="preserve">ustny lub </w:t>
            </w:r>
            <w:r w:rsidRPr="00882918">
              <w:rPr>
                <w:rFonts w:ascii="Corbel" w:hAnsi="Corbel"/>
                <w:b w:val="0"/>
                <w:smallCaps w:val="0"/>
                <w:color w:val="000000"/>
              </w:rPr>
              <w:t>pisemny, kolokwium, obserwacja w trakcie zajęć</w:t>
            </w:r>
          </w:p>
        </w:tc>
        <w:tc>
          <w:tcPr>
            <w:tcW w:w="2126" w:type="dxa"/>
          </w:tcPr>
          <w:p w:rsidR="002068AE" w:rsidRPr="004E07C0" w:rsidRDefault="002068AE" w:rsidP="004236EE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</w:rPr>
            </w:pPr>
            <w:r w:rsidRPr="004E07C0">
              <w:rPr>
                <w:rFonts w:ascii="Corbel" w:hAnsi="Corbel"/>
                <w:b w:val="0"/>
              </w:rPr>
              <w:t>w, ćw.</w:t>
            </w:r>
          </w:p>
        </w:tc>
      </w:tr>
      <w:tr w:rsidR="002068AE" w:rsidRPr="004E07C0" w:rsidTr="004236EE">
        <w:tc>
          <w:tcPr>
            <w:tcW w:w="1985" w:type="dxa"/>
          </w:tcPr>
          <w:p w:rsidR="002068AE" w:rsidRPr="009C54AE" w:rsidRDefault="002068AE" w:rsidP="004236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528" w:type="dxa"/>
          </w:tcPr>
          <w:p w:rsidR="002068AE" w:rsidRPr="00882918" w:rsidRDefault="00261EFF" w:rsidP="004236E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261EFF">
              <w:rPr>
                <w:rFonts w:ascii="Corbel" w:hAnsi="Corbel"/>
                <w:b w:val="0"/>
                <w:smallCaps w:val="0"/>
                <w:color w:val="000000"/>
              </w:rPr>
              <w:t>egzamin ustny lub pisemny, kolokwium, obserwacja w trakcie zajęć</w:t>
            </w:r>
          </w:p>
        </w:tc>
        <w:tc>
          <w:tcPr>
            <w:tcW w:w="2126" w:type="dxa"/>
          </w:tcPr>
          <w:p w:rsidR="002068AE" w:rsidRPr="004E07C0" w:rsidRDefault="00261EFF" w:rsidP="004236EE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 xml:space="preserve">w, </w:t>
            </w:r>
            <w:r w:rsidR="002068AE" w:rsidRPr="004E07C0">
              <w:rPr>
                <w:rFonts w:ascii="Corbel" w:hAnsi="Corbel"/>
                <w:b w:val="0"/>
              </w:rPr>
              <w:t>ćw.</w:t>
            </w:r>
          </w:p>
        </w:tc>
      </w:tr>
      <w:tr w:rsidR="002068AE" w:rsidRPr="004E07C0" w:rsidTr="004236EE">
        <w:tc>
          <w:tcPr>
            <w:tcW w:w="1985" w:type="dxa"/>
          </w:tcPr>
          <w:p w:rsidR="002068AE" w:rsidRPr="009C54AE" w:rsidRDefault="002068AE" w:rsidP="004236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528" w:type="dxa"/>
          </w:tcPr>
          <w:p w:rsidR="002068AE" w:rsidRPr="00882918" w:rsidRDefault="009F5C22" w:rsidP="00C30A3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F5C22">
              <w:rPr>
                <w:rFonts w:ascii="Corbel" w:hAnsi="Corbel"/>
                <w:b w:val="0"/>
                <w:smallCaps w:val="0"/>
                <w:color w:val="000000"/>
              </w:rPr>
              <w:t>egzami</w:t>
            </w:r>
            <w:r w:rsidR="00C30A35">
              <w:rPr>
                <w:rFonts w:ascii="Corbel" w:hAnsi="Corbel"/>
                <w:b w:val="0"/>
                <w:smallCaps w:val="0"/>
                <w:color w:val="000000"/>
              </w:rPr>
              <w:t>n ustny lub pisemny, kolokwium</w:t>
            </w:r>
          </w:p>
        </w:tc>
        <w:tc>
          <w:tcPr>
            <w:tcW w:w="2126" w:type="dxa"/>
          </w:tcPr>
          <w:p w:rsidR="002068AE" w:rsidRPr="004E07C0" w:rsidRDefault="002068AE" w:rsidP="004236EE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</w:rPr>
            </w:pPr>
            <w:r w:rsidRPr="004E07C0">
              <w:rPr>
                <w:rFonts w:ascii="Corbel" w:hAnsi="Corbel"/>
                <w:b w:val="0"/>
              </w:rPr>
              <w:t>w, ćw.</w:t>
            </w:r>
          </w:p>
        </w:tc>
      </w:tr>
      <w:tr w:rsidR="002068AE" w:rsidRPr="004E07C0" w:rsidTr="004236EE">
        <w:tc>
          <w:tcPr>
            <w:tcW w:w="1985" w:type="dxa"/>
          </w:tcPr>
          <w:p w:rsidR="002068AE" w:rsidRPr="009C54AE" w:rsidRDefault="002068AE" w:rsidP="004236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528" w:type="dxa"/>
          </w:tcPr>
          <w:p w:rsidR="002068AE" w:rsidRPr="00882918" w:rsidRDefault="00C30A35" w:rsidP="004236E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C30A35">
              <w:rPr>
                <w:rFonts w:ascii="Corbel" w:hAnsi="Corbel"/>
                <w:b w:val="0"/>
                <w:smallCaps w:val="0"/>
                <w:color w:val="000000"/>
              </w:rPr>
              <w:t>egzamin ustny lub pisemny</w:t>
            </w:r>
            <w:r>
              <w:rPr>
                <w:rFonts w:ascii="Corbel" w:hAnsi="Corbel"/>
                <w:b w:val="0"/>
                <w:smallCaps w:val="0"/>
                <w:color w:val="000000"/>
              </w:rPr>
              <w:t xml:space="preserve">, </w:t>
            </w:r>
            <w:r w:rsidR="009F5C22" w:rsidRPr="009F5C22">
              <w:rPr>
                <w:rFonts w:ascii="Corbel" w:hAnsi="Corbel"/>
                <w:b w:val="0"/>
                <w:smallCaps w:val="0"/>
                <w:color w:val="000000"/>
              </w:rPr>
              <w:t>kolokwium, obserwacja w trakcie zajęć</w:t>
            </w:r>
          </w:p>
        </w:tc>
        <w:tc>
          <w:tcPr>
            <w:tcW w:w="2126" w:type="dxa"/>
          </w:tcPr>
          <w:p w:rsidR="002068AE" w:rsidRPr="004E07C0" w:rsidRDefault="00C30A35" w:rsidP="004236EE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w,</w:t>
            </w:r>
            <w:r w:rsidR="002068AE" w:rsidRPr="004E07C0">
              <w:rPr>
                <w:rFonts w:ascii="Corbel" w:hAnsi="Corbel"/>
                <w:b w:val="0"/>
              </w:rPr>
              <w:t>ćw</w:t>
            </w:r>
            <w:proofErr w:type="spellEnd"/>
            <w:r w:rsidR="002068AE" w:rsidRPr="004E07C0">
              <w:rPr>
                <w:rFonts w:ascii="Corbel" w:hAnsi="Corbel"/>
                <w:b w:val="0"/>
              </w:rPr>
              <w:t>.</w:t>
            </w:r>
          </w:p>
        </w:tc>
      </w:tr>
      <w:tr w:rsidR="002068AE" w:rsidRPr="004E07C0" w:rsidTr="004236EE">
        <w:tc>
          <w:tcPr>
            <w:tcW w:w="1985" w:type="dxa"/>
          </w:tcPr>
          <w:p w:rsidR="002068AE" w:rsidRPr="009C54AE" w:rsidRDefault="002068AE" w:rsidP="004236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528" w:type="dxa"/>
          </w:tcPr>
          <w:p w:rsidR="002068AE" w:rsidRPr="00882918" w:rsidRDefault="002068AE" w:rsidP="004236E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882918">
              <w:rPr>
                <w:rFonts w:ascii="Corbel" w:hAnsi="Corbel"/>
                <w:b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126" w:type="dxa"/>
          </w:tcPr>
          <w:p w:rsidR="002068AE" w:rsidRPr="004E07C0" w:rsidRDefault="002068AE" w:rsidP="004236EE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</w:rPr>
            </w:pPr>
            <w:r w:rsidRPr="004E07C0">
              <w:rPr>
                <w:rFonts w:ascii="Corbel" w:hAnsi="Corbel"/>
                <w:b w:val="0"/>
              </w:rPr>
              <w:t>ćw.</w:t>
            </w:r>
          </w:p>
        </w:tc>
      </w:tr>
      <w:tr w:rsidR="00233062" w:rsidRPr="009C54AE" w:rsidTr="00C05F44">
        <w:tc>
          <w:tcPr>
            <w:tcW w:w="1985" w:type="dxa"/>
          </w:tcPr>
          <w:p w:rsidR="00233062" w:rsidRPr="009C54AE" w:rsidRDefault="00233062" w:rsidP="002330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068AE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528" w:type="dxa"/>
          </w:tcPr>
          <w:p w:rsidR="00233062" w:rsidRPr="00882918" w:rsidRDefault="00233062" w:rsidP="0023306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882918">
              <w:rPr>
                <w:rFonts w:ascii="Corbel" w:hAnsi="Corbel"/>
                <w:b w:val="0"/>
                <w:smallCaps w:val="0"/>
                <w:color w:val="000000"/>
              </w:rPr>
              <w:t xml:space="preserve">egzamin </w:t>
            </w:r>
            <w:r>
              <w:rPr>
                <w:rFonts w:ascii="Corbel" w:hAnsi="Corbel"/>
                <w:b w:val="0"/>
                <w:smallCaps w:val="0"/>
                <w:color w:val="000000"/>
              </w:rPr>
              <w:t xml:space="preserve">ustny lub </w:t>
            </w:r>
            <w:r w:rsidRPr="00882918">
              <w:rPr>
                <w:rFonts w:ascii="Corbel" w:hAnsi="Corbel"/>
                <w:b w:val="0"/>
                <w:smallCaps w:val="0"/>
                <w:color w:val="000000"/>
              </w:rPr>
              <w:t>pisemny,</w:t>
            </w:r>
            <w:r w:rsidR="00BF7D18">
              <w:rPr>
                <w:rFonts w:ascii="Corbel" w:hAnsi="Corbel"/>
                <w:b w:val="0"/>
                <w:smallCaps w:val="0"/>
                <w:color w:val="000000"/>
              </w:rPr>
              <w:t xml:space="preserve"> kolokwium, </w:t>
            </w:r>
            <w:r w:rsidRPr="00882918">
              <w:rPr>
                <w:rFonts w:ascii="Corbel" w:hAnsi="Corbel"/>
                <w:b w:val="0"/>
                <w:smallCaps w:val="0"/>
                <w:color w:val="000000"/>
              </w:rPr>
              <w:t xml:space="preserve"> obserwacja w trakcie zajęć</w:t>
            </w:r>
          </w:p>
        </w:tc>
        <w:tc>
          <w:tcPr>
            <w:tcW w:w="2126" w:type="dxa"/>
          </w:tcPr>
          <w:p w:rsidR="00233062" w:rsidRPr="004E07C0" w:rsidRDefault="00233062" w:rsidP="00233062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</w:rPr>
            </w:pPr>
            <w:r w:rsidRPr="004E07C0">
              <w:rPr>
                <w:rFonts w:ascii="Corbel" w:hAnsi="Corbel"/>
                <w:b w:val="0"/>
              </w:rPr>
              <w:t>w, ćw.</w:t>
            </w:r>
          </w:p>
        </w:tc>
      </w:tr>
      <w:tr w:rsidR="002068AE" w:rsidRPr="004E07C0" w:rsidTr="004236EE">
        <w:tc>
          <w:tcPr>
            <w:tcW w:w="1985" w:type="dxa"/>
          </w:tcPr>
          <w:p w:rsidR="002068AE" w:rsidRPr="009C54AE" w:rsidRDefault="002068AE" w:rsidP="004236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528" w:type="dxa"/>
          </w:tcPr>
          <w:p w:rsidR="002068AE" w:rsidRPr="00882918" w:rsidRDefault="00BF7D18" w:rsidP="004236E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BF7D18">
              <w:rPr>
                <w:rFonts w:ascii="Corbel" w:hAnsi="Corbel"/>
                <w:b w:val="0"/>
                <w:smallCaps w:val="0"/>
                <w:color w:val="000000"/>
              </w:rPr>
              <w:t>egzamin ustny lub pisemny, kolokwium,  obserwacja w trakcie zajęć</w:t>
            </w:r>
          </w:p>
        </w:tc>
        <w:tc>
          <w:tcPr>
            <w:tcW w:w="2126" w:type="dxa"/>
          </w:tcPr>
          <w:p w:rsidR="002068AE" w:rsidRPr="004E07C0" w:rsidRDefault="002068AE" w:rsidP="004236EE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</w:rPr>
            </w:pPr>
            <w:r w:rsidRPr="004E07C0">
              <w:rPr>
                <w:rFonts w:ascii="Corbel" w:hAnsi="Corbel"/>
                <w:b w:val="0"/>
              </w:rPr>
              <w:t xml:space="preserve"> </w:t>
            </w:r>
            <w:proofErr w:type="spellStart"/>
            <w:r w:rsidR="00BF7D18">
              <w:rPr>
                <w:rFonts w:ascii="Corbel" w:hAnsi="Corbel"/>
                <w:b w:val="0"/>
              </w:rPr>
              <w:t>w,</w:t>
            </w:r>
            <w:r w:rsidRPr="004E07C0">
              <w:rPr>
                <w:rFonts w:ascii="Corbel" w:hAnsi="Corbel"/>
                <w:b w:val="0"/>
              </w:rPr>
              <w:t>ćw</w:t>
            </w:r>
            <w:proofErr w:type="spellEnd"/>
            <w:r w:rsidRPr="004E07C0">
              <w:rPr>
                <w:rFonts w:ascii="Corbel" w:hAnsi="Corbel"/>
                <w:b w:val="0"/>
              </w:rPr>
              <w:t>.</w:t>
            </w:r>
          </w:p>
        </w:tc>
      </w:tr>
      <w:tr w:rsidR="002068AE" w:rsidRPr="004E07C0" w:rsidTr="004236EE">
        <w:tc>
          <w:tcPr>
            <w:tcW w:w="1985" w:type="dxa"/>
          </w:tcPr>
          <w:p w:rsidR="002068AE" w:rsidRPr="009C54AE" w:rsidRDefault="002068AE" w:rsidP="004236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F57C2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  <w:tc>
          <w:tcPr>
            <w:tcW w:w="5528" w:type="dxa"/>
          </w:tcPr>
          <w:p w:rsidR="002068AE" w:rsidRPr="00882918" w:rsidRDefault="002068AE" w:rsidP="00F760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882918">
              <w:rPr>
                <w:rFonts w:ascii="Corbel" w:hAnsi="Corbel"/>
                <w:b w:val="0"/>
                <w:smallCaps w:val="0"/>
                <w:color w:val="000000"/>
              </w:rPr>
              <w:t xml:space="preserve">egzamin </w:t>
            </w:r>
            <w:r>
              <w:rPr>
                <w:rFonts w:ascii="Corbel" w:hAnsi="Corbel"/>
                <w:b w:val="0"/>
                <w:smallCaps w:val="0"/>
                <w:color w:val="000000"/>
              </w:rPr>
              <w:t xml:space="preserve">ustny lub </w:t>
            </w:r>
            <w:r w:rsidR="009F209A">
              <w:rPr>
                <w:rFonts w:ascii="Corbel" w:hAnsi="Corbel"/>
                <w:b w:val="0"/>
                <w:smallCaps w:val="0"/>
                <w:color w:val="000000"/>
              </w:rPr>
              <w:t>pisemny</w:t>
            </w:r>
            <w:r w:rsidRPr="00882918">
              <w:rPr>
                <w:rFonts w:ascii="Corbel" w:hAnsi="Corbel"/>
                <w:b w:val="0"/>
                <w:smallCaps w:val="0"/>
                <w:color w:val="000000"/>
              </w:rPr>
              <w:t xml:space="preserve"> </w:t>
            </w:r>
          </w:p>
        </w:tc>
        <w:tc>
          <w:tcPr>
            <w:tcW w:w="2126" w:type="dxa"/>
          </w:tcPr>
          <w:p w:rsidR="002068AE" w:rsidRPr="004E07C0" w:rsidRDefault="00F76045" w:rsidP="004236EE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 xml:space="preserve">    w</w:t>
            </w:r>
          </w:p>
        </w:tc>
      </w:tr>
      <w:tr w:rsidR="002068AE" w:rsidRPr="004E07C0" w:rsidTr="004236EE">
        <w:tc>
          <w:tcPr>
            <w:tcW w:w="1985" w:type="dxa"/>
          </w:tcPr>
          <w:p w:rsidR="002068AE" w:rsidRPr="009C54AE" w:rsidRDefault="002068AE" w:rsidP="004236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F57C2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5528" w:type="dxa"/>
          </w:tcPr>
          <w:p w:rsidR="002068AE" w:rsidRPr="00882918" w:rsidRDefault="009F209A" w:rsidP="004236E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F209A">
              <w:rPr>
                <w:rFonts w:ascii="Corbel" w:hAnsi="Corbel"/>
                <w:b w:val="0"/>
                <w:smallCaps w:val="0"/>
                <w:color w:val="000000"/>
              </w:rPr>
              <w:t>egzamin ustny lub pisemny, kolokwium,  obserwacja w trakcie zajęć</w:t>
            </w:r>
          </w:p>
        </w:tc>
        <w:tc>
          <w:tcPr>
            <w:tcW w:w="2126" w:type="dxa"/>
          </w:tcPr>
          <w:p w:rsidR="002068AE" w:rsidRPr="004E07C0" w:rsidRDefault="00474293" w:rsidP="004236EE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 w:rsidR="009F209A">
              <w:rPr>
                <w:rFonts w:ascii="Corbel" w:hAnsi="Corbel"/>
                <w:b w:val="0"/>
              </w:rPr>
              <w:t>w,</w:t>
            </w:r>
            <w:r w:rsidR="002068AE" w:rsidRPr="004E07C0">
              <w:rPr>
                <w:rFonts w:ascii="Corbel" w:hAnsi="Corbel"/>
                <w:b w:val="0"/>
              </w:rPr>
              <w:t>ćw</w:t>
            </w:r>
            <w:proofErr w:type="spellEnd"/>
            <w:r w:rsidR="002068AE" w:rsidRPr="004E07C0">
              <w:rPr>
                <w:rFonts w:ascii="Corbel" w:hAnsi="Corbel"/>
                <w:b w:val="0"/>
              </w:rPr>
              <w:t>.</w:t>
            </w:r>
          </w:p>
        </w:tc>
      </w:tr>
      <w:tr w:rsidR="002068AE" w:rsidRPr="004E07C0" w:rsidTr="004236EE">
        <w:tc>
          <w:tcPr>
            <w:tcW w:w="1985" w:type="dxa"/>
          </w:tcPr>
          <w:p w:rsidR="002068AE" w:rsidRPr="009C54AE" w:rsidRDefault="002068AE" w:rsidP="004236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74293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5528" w:type="dxa"/>
          </w:tcPr>
          <w:p w:rsidR="002068AE" w:rsidRPr="00882918" w:rsidRDefault="00995011" w:rsidP="009F209A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95011">
              <w:rPr>
                <w:rFonts w:ascii="Corbel" w:hAnsi="Corbel"/>
                <w:b w:val="0"/>
                <w:smallCaps w:val="0"/>
                <w:color w:val="000000"/>
              </w:rPr>
              <w:t>egzami</w:t>
            </w:r>
            <w:r w:rsidR="009F209A">
              <w:rPr>
                <w:rFonts w:ascii="Corbel" w:hAnsi="Corbel"/>
                <w:b w:val="0"/>
                <w:smallCaps w:val="0"/>
                <w:color w:val="000000"/>
              </w:rPr>
              <w:t>n ustny lub pisemny, kolokwium</w:t>
            </w:r>
          </w:p>
        </w:tc>
        <w:tc>
          <w:tcPr>
            <w:tcW w:w="2126" w:type="dxa"/>
          </w:tcPr>
          <w:p w:rsidR="002068AE" w:rsidRPr="004E07C0" w:rsidRDefault="00995011" w:rsidP="004236EE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w,</w:t>
            </w:r>
            <w:r w:rsidR="002068AE" w:rsidRPr="004E07C0">
              <w:rPr>
                <w:rFonts w:ascii="Corbel" w:hAnsi="Corbel"/>
                <w:b w:val="0"/>
              </w:rPr>
              <w:t>ćw</w:t>
            </w:r>
            <w:proofErr w:type="spellEnd"/>
            <w:r w:rsidR="002068AE" w:rsidRPr="004E07C0">
              <w:rPr>
                <w:rFonts w:ascii="Corbel" w:hAnsi="Corbel"/>
                <w:b w:val="0"/>
              </w:rPr>
              <w:t>.</w:t>
            </w:r>
          </w:p>
        </w:tc>
      </w:tr>
      <w:tr w:rsidR="002068AE" w:rsidRPr="004E07C0" w:rsidTr="004236EE">
        <w:tc>
          <w:tcPr>
            <w:tcW w:w="1985" w:type="dxa"/>
          </w:tcPr>
          <w:p w:rsidR="002068AE" w:rsidRPr="009C54AE" w:rsidRDefault="002068AE" w:rsidP="004236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74293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  <w:tc>
          <w:tcPr>
            <w:tcW w:w="5528" w:type="dxa"/>
          </w:tcPr>
          <w:p w:rsidR="002068AE" w:rsidRPr="00882918" w:rsidRDefault="00D66015" w:rsidP="004236E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D66015">
              <w:rPr>
                <w:rFonts w:ascii="Corbel" w:hAnsi="Corbel"/>
                <w:b w:val="0"/>
                <w:smallCaps w:val="0"/>
                <w:color w:val="000000"/>
              </w:rPr>
              <w:t>egzamin ustny lub pisemny, kolokwium, obserwacja w trakcie zajęć</w:t>
            </w:r>
          </w:p>
        </w:tc>
        <w:tc>
          <w:tcPr>
            <w:tcW w:w="2126" w:type="dxa"/>
          </w:tcPr>
          <w:p w:rsidR="002068AE" w:rsidRPr="004E07C0" w:rsidRDefault="00D66015" w:rsidP="004236EE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w,</w:t>
            </w:r>
            <w:r w:rsidR="002068AE" w:rsidRPr="004E07C0">
              <w:rPr>
                <w:rFonts w:ascii="Corbel" w:hAnsi="Corbel"/>
                <w:b w:val="0"/>
              </w:rPr>
              <w:t>ćw</w:t>
            </w:r>
            <w:proofErr w:type="spellEnd"/>
            <w:r w:rsidR="002068AE" w:rsidRPr="004E07C0">
              <w:rPr>
                <w:rFonts w:ascii="Corbel" w:hAnsi="Corbel"/>
                <w:b w:val="0"/>
              </w:rPr>
              <w:t>.</w:t>
            </w:r>
          </w:p>
        </w:tc>
      </w:tr>
      <w:tr w:rsidR="002068AE" w:rsidRPr="004E07C0" w:rsidTr="004236EE">
        <w:tc>
          <w:tcPr>
            <w:tcW w:w="1985" w:type="dxa"/>
          </w:tcPr>
          <w:p w:rsidR="002068AE" w:rsidRPr="009C54AE" w:rsidRDefault="002068AE" w:rsidP="004236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 w:rsidR="00D66015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  <w:tc>
          <w:tcPr>
            <w:tcW w:w="5528" w:type="dxa"/>
          </w:tcPr>
          <w:p w:rsidR="002068AE" w:rsidRPr="00882918" w:rsidRDefault="00B51186" w:rsidP="004236E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B51186">
              <w:rPr>
                <w:rFonts w:ascii="Corbel" w:hAnsi="Corbel"/>
                <w:b w:val="0"/>
                <w:smallCaps w:val="0"/>
                <w:color w:val="000000"/>
              </w:rPr>
              <w:t>egzamin ustny lub pisemny, kolokwium,  obserwacja w trakcie zajęć</w:t>
            </w:r>
          </w:p>
        </w:tc>
        <w:tc>
          <w:tcPr>
            <w:tcW w:w="2126" w:type="dxa"/>
          </w:tcPr>
          <w:p w:rsidR="002068AE" w:rsidRPr="004E07C0" w:rsidRDefault="00B51186" w:rsidP="004236EE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 xml:space="preserve">w, </w:t>
            </w:r>
            <w:r w:rsidR="002068AE" w:rsidRPr="004E07C0">
              <w:rPr>
                <w:rFonts w:ascii="Corbel" w:hAnsi="Corbel"/>
                <w:b w:val="0"/>
              </w:rPr>
              <w:t>ćw.</w:t>
            </w:r>
          </w:p>
        </w:tc>
      </w:tr>
      <w:tr w:rsidR="00233062" w:rsidRPr="009C54AE" w:rsidTr="00C05F44">
        <w:tc>
          <w:tcPr>
            <w:tcW w:w="1985" w:type="dxa"/>
          </w:tcPr>
          <w:p w:rsidR="00233062" w:rsidRPr="009C54AE" w:rsidRDefault="00233062" w:rsidP="002330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66015"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</w:tc>
        <w:tc>
          <w:tcPr>
            <w:tcW w:w="5528" w:type="dxa"/>
          </w:tcPr>
          <w:p w:rsidR="00233062" w:rsidRPr="00882918" w:rsidRDefault="00233062" w:rsidP="0023306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882918">
              <w:rPr>
                <w:rFonts w:ascii="Corbel" w:hAnsi="Corbel"/>
                <w:b w:val="0"/>
                <w:smallCaps w:val="0"/>
                <w:color w:val="000000"/>
              </w:rPr>
              <w:t xml:space="preserve">egzamin </w:t>
            </w:r>
            <w:r>
              <w:rPr>
                <w:rFonts w:ascii="Corbel" w:hAnsi="Corbel"/>
                <w:b w:val="0"/>
                <w:smallCaps w:val="0"/>
                <w:color w:val="000000"/>
              </w:rPr>
              <w:t xml:space="preserve">ustny lub </w:t>
            </w:r>
            <w:r w:rsidRPr="00882918">
              <w:rPr>
                <w:rFonts w:ascii="Corbel" w:hAnsi="Corbel"/>
                <w:b w:val="0"/>
                <w:smallCaps w:val="0"/>
                <w:color w:val="000000"/>
              </w:rPr>
              <w:t>pisemny, kolokwium, obserwacja w trakcie zajęć</w:t>
            </w:r>
          </w:p>
        </w:tc>
        <w:tc>
          <w:tcPr>
            <w:tcW w:w="2126" w:type="dxa"/>
          </w:tcPr>
          <w:p w:rsidR="00233062" w:rsidRPr="004E07C0" w:rsidRDefault="00233062" w:rsidP="00233062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</w:rPr>
            </w:pPr>
            <w:r w:rsidRPr="004E07C0">
              <w:rPr>
                <w:rFonts w:ascii="Corbel" w:hAnsi="Corbel"/>
                <w:b w:val="0"/>
              </w:rPr>
              <w:t>w, ćw.</w:t>
            </w:r>
          </w:p>
        </w:tc>
      </w:tr>
      <w:tr w:rsidR="002068AE" w:rsidRPr="004E07C0" w:rsidTr="004236EE">
        <w:tc>
          <w:tcPr>
            <w:tcW w:w="1985" w:type="dxa"/>
          </w:tcPr>
          <w:p w:rsidR="002068AE" w:rsidRPr="009C54AE" w:rsidRDefault="00D66015" w:rsidP="004236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5528" w:type="dxa"/>
          </w:tcPr>
          <w:p w:rsidR="002068AE" w:rsidRPr="00882918" w:rsidRDefault="00B51186" w:rsidP="004236E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B51186">
              <w:rPr>
                <w:rFonts w:ascii="Corbel" w:hAnsi="Corbel"/>
                <w:b w:val="0"/>
                <w:smallCaps w:val="0"/>
                <w:color w:val="000000"/>
              </w:rPr>
              <w:t>egzamin ustny lub pisemny, kolokwium,  obserwacja w trakcie zajęć</w:t>
            </w:r>
          </w:p>
        </w:tc>
        <w:tc>
          <w:tcPr>
            <w:tcW w:w="2126" w:type="dxa"/>
          </w:tcPr>
          <w:p w:rsidR="002068AE" w:rsidRPr="004E07C0" w:rsidRDefault="00B51186" w:rsidP="004236EE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w,</w:t>
            </w:r>
            <w:r w:rsidR="002068AE" w:rsidRPr="004E07C0">
              <w:rPr>
                <w:rFonts w:ascii="Corbel" w:hAnsi="Corbel"/>
                <w:b w:val="0"/>
              </w:rPr>
              <w:t xml:space="preserve"> ćw.</w:t>
            </w:r>
          </w:p>
        </w:tc>
      </w:tr>
      <w:tr w:rsidR="002068AE" w:rsidRPr="004E07C0" w:rsidTr="004236EE">
        <w:tc>
          <w:tcPr>
            <w:tcW w:w="1985" w:type="dxa"/>
          </w:tcPr>
          <w:p w:rsidR="002068AE" w:rsidRPr="009C54AE" w:rsidRDefault="002068AE" w:rsidP="004236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F09A6">
              <w:rPr>
                <w:rFonts w:ascii="Corbel" w:hAnsi="Corbel"/>
                <w:b w:val="0"/>
                <w:smallCaps w:val="0"/>
                <w:szCs w:val="24"/>
              </w:rPr>
              <w:t>16</w:t>
            </w:r>
          </w:p>
        </w:tc>
        <w:tc>
          <w:tcPr>
            <w:tcW w:w="5528" w:type="dxa"/>
          </w:tcPr>
          <w:p w:rsidR="002068AE" w:rsidRPr="00882918" w:rsidRDefault="00B51186" w:rsidP="004236E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B51186">
              <w:rPr>
                <w:rFonts w:ascii="Corbel" w:hAnsi="Corbel"/>
                <w:b w:val="0"/>
                <w:smallCaps w:val="0"/>
                <w:color w:val="000000"/>
              </w:rPr>
              <w:t>egzamin ustny lub pisemny, kolokwium,  obserwacja w trakcie zajęć</w:t>
            </w:r>
          </w:p>
        </w:tc>
        <w:tc>
          <w:tcPr>
            <w:tcW w:w="2126" w:type="dxa"/>
          </w:tcPr>
          <w:p w:rsidR="002068AE" w:rsidRPr="004E07C0" w:rsidRDefault="002068AE" w:rsidP="004236EE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</w:rPr>
            </w:pPr>
            <w:r w:rsidRPr="004E07C0">
              <w:rPr>
                <w:rFonts w:ascii="Corbel" w:hAnsi="Corbel"/>
                <w:b w:val="0"/>
              </w:rPr>
              <w:t>w, 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4E07C0" w:rsidRPr="004E07C0" w:rsidRDefault="004E07C0" w:rsidP="004E07C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33062">
              <w:rPr>
                <w:rFonts w:ascii="Corbel" w:hAnsi="Corbel"/>
                <w:smallCaps w:val="0"/>
                <w:szCs w:val="24"/>
              </w:rPr>
              <w:t>Zaliczenie wykładów</w:t>
            </w:r>
            <w:r w:rsidRPr="004E07C0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="00E85562" w:rsidRPr="00E85562" w:rsidRDefault="00E85562" w:rsidP="00E85562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85562">
              <w:rPr>
                <w:rFonts w:ascii="Corbel" w:hAnsi="Corbel"/>
                <w:smallCaps w:val="0"/>
                <w:szCs w:val="24"/>
              </w:rPr>
              <w:t>Wykład:</w:t>
            </w:r>
            <w:r w:rsidRPr="00E85562">
              <w:rPr>
                <w:rFonts w:ascii="Corbel" w:hAnsi="Corbel"/>
                <w:b w:val="0"/>
                <w:smallCaps w:val="0"/>
                <w:szCs w:val="24"/>
              </w:rPr>
              <w:t xml:space="preserve"> egzamin ustny lub pisemny – do uzyskania oceny pozytywnej wymagane jest osiągnięcie minimum 50% poprawnych odpowiedzi.  Kryteria oceniania aktualny stan prawny, kompletność odpowiedzi, poprawna terminologia, właściwe zastosowanie uzyskanej wiedzy.</w:t>
            </w:r>
          </w:p>
          <w:p w:rsidR="0085747A" w:rsidRPr="009C54AE" w:rsidRDefault="00E85562" w:rsidP="00E855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85562">
              <w:rPr>
                <w:rFonts w:ascii="Corbel" w:hAnsi="Corbel"/>
                <w:smallCaps w:val="0"/>
                <w:szCs w:val="24"/>
              </w:rPr>
              <w:t>Ćwiczenia:</w:t>
            </w:r>
            <w:r w:rsidRPr="00E85562">
              <w:rPr>
                <w:rFonts w:ascii="Corbel" w:hAnsi="Corbel"/>
                <w:b w:val="0"/>
                <w:smallCaps w:val="0"/>
                <w:szCs w:val="24"/>
              </w:rPr>
              <w:t xml:space="preserve"> kolokwium zaliczeniowe (do uzyskania oceny pozytywnej wymagane jest osiągnięcie minimum 50% poprawnych odpowiedzi), aktywność na zajęciach, obecność na zajęciach. Kryteria oceniania aktualny stan prawny, kompletność odpowiedzi, poprawna terminologia, właściwe zastosowanie uzyskanej wiedzy.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8E701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4E07C0" w:rsidRPr="008E701F" w:rsidRDefault="00B06F93" w:rsidP="004E07C0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8E701F">
              <w:rPr>
                <w:rFonts w:ascii="Corbel" w:hAnsi="Corbel"/>
              </w:rPr>
              <w:t>Wykład – 18</w:t>
            </w:r>
            <w:r w:rsidR="004E07C0" w:rsidRPr="008E701F">
              <w:rPr>
                <w:rFonts w:ascii="Corbel" w:hAnsi="Corbel"/>
              </w:rPr>
              <w:t xml:space="preserve"> godz.</w:t>
            </w:r>
          </w:p>
          <w:p w:rsidR="0085747A" w:rsidRPr="009C54AE" w:rsidRDefault="004E07C0" w:rsidP="004E0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701F">
              <w:rPr>
                <w:rFonts w:ascii="Corbel" w:hAnsi="Corbel" w:cs="Calibri"/>
              </w:rPr>
              <w:t>Ćwiczenia</w:t>
            </w:r>
            <w:r w:rsidR="00B06F93" w:rsidRPr="008E701F">
              <w:rPr>
                <w:rFonts w:ascii="Corbel" w:hAnsi="Corbel" w:cs="Calibri"/>
              </w:rPr>
              <w:t xml:space="preserve"> – 18</w:t>
            </w:r>
            <w:r w:rsidRPr="008E701F">
              <w:rPr>
                <w:rFonts w:ascii="Corbel" w:hAnsi="Corbel" w:cs="Calibri"/>
              </w:rPr>
              <w:t xml:space="preserve"> godz.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7216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B06F9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7216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743F03" w:rsidRDefault="0072165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3F0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8E701F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E70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Nie dotyczy </w:t>
            </w:r>
          </w:p>
        </w:tc>
      </w:tr>
      <w:tr w:rsidR="0085747A" w:rsidRPr="009C54AE" w:rsidTr="008E701F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E70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8E701F" w:rsidRDefault="008E701F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E701F" w:rsidP="008E701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br w:type="column"/>
      </w:r>
      <w:r w:rsidR="00675843"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="00675843"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8E701F">
        <w:trPr>
          <w:trHeight w:val="397"/>
        </w:trPr>
        <w:tc>
          <w:tcPr>
            <w:tcW w:w="7513" w:type="dxa"/>
          </w:tcPr>
          <w:p w:rsidR="0085747A" w:rsidRPr="008E701F" w:rsidRDefault="0085747A" w:rsidP="004E07C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E701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8E701F" w:rsidRDefault="008E701F" w:rsidP="004E0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4E07C0" w:rsidRPr="009C54AE" w:rsidRDefault="001D796D" w:rsidP="004E0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0D163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Administracja i zarządzanie publiczne. Nauka o współczesnej administracji</w:t>
            </w:r>
            <w:r w:rsidRPr="001D79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D. </w:t>
            </w:r>
            <w:proofErr w:type="spellStart"/>
            <w:r w:rsidRPr="001D79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Sześciło</w:t>
            </w:r>
            <w:proofErr w:type="spellEnd"/>
            <w:r w:rsidRPr="001D79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2014</w:t>
            </w:r>
          </w:p>
        </w:tc>
      </w:tr>
      <w:tr w:rsidR="0085747A" w:rsidRPr="009C54AE" w:rsidTr="008E701F">
        <w:trPr>
          <w:trHeight w:val="397"/>
        </w:trPr>
        <w:tc>
          <w:tcPr>
            <w:tcW w:w="7513" w:type="dxa"/>
          </w:tcPr>
          <w:p w:rsidR="0085747A" w:rsidRPr="008E701F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E701F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8E701F" w:rsidRDefault="008E70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B03AF" w:rsidRPr="00233062" w:rsidRDefault="004E07C0" w:rsidP="004E0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330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="001D796D" w:rsidRPr="002330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3B03AF" w:rsidRPr="002330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Z. Władek, </w:t>
            </w:r>
            <w:r w:rsidR="003B03AF" w:rsidRPr="002330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Organizacja i zarządzanie w administracji publicznej</w:t>
            </w:r>
            <w:r w:rsidR="003B03AF" w:rsidRPr="002330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2016</w:t>
            </w:r>
          </w:p>
          <w:p w:rsidR="004E07C0" w:rsidRPr="004E07C0" w:rsidRDefault="003B03AF" w:rsidP="004E0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330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r w:rsidR="001D796D" w:rsidRPr="002330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K. Kłosowska-Lasek, </w:t>
            </w:r>
            <w:r w:rsidR="001D796D" w:rsidRPr="002330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Procesy kierowania w administracji publicznej</w:t>
            </w:r>
            <w:r w:rsidR="001D796D" w:rsidRPr="002330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2018</w:t>
            </w:r>
            <w:r w:rsidR="004E07C0" w:rsidRPr="002330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E701F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466A" w:rsidRDefault="009D466A" w:rsidP="00C16ABF">
      <w:pPr>
        <w:spacing w:after="0" w:line="240" w:lineRule="auto"/>
      </w:pPr>
      <w:r>
        <w:separator/>
      </w:r>
    </w:p>
  </w:endnote>
  <w:endnote w:type="continuationSeparator" w:id="0">
    <w:p w:rsidR="009D466A" w:rsidRDefault="009D466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466A" w:rsidRDefault="009D466A" w:rsidP="00C16ABF">
      <w:pPr>
        <w:spacing w:after="0" w:line="240" w:lineRule="auto"/>
      </w:pPr>
      <w:r>
        <w:separator/>
      </w:r>
    </w:p>
  </w:footnote>
  <w:footnote w:type="continuationSeparator" w:id="0">
    <w:p w:rsidR="009D466A" w:rsidRDefault="009D466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13461E"/>
    <w:multiLevelType w:val="hybridMultilevel"/>
    <w:tmpl w:val="7C705404"/>
    <w:lvl w:ilvl="0" w:tplc="5448CCA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133C47"/>
    <w:multiLevelType w:val="hybridMultilevel"/>
    <w:tmpl w:val="5DD886FE"/>
    <w:lvl w:ilvl="0" w:tplc="5448CCA8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E465AC"/>
    <w:multiLevelType w:val="hybridMultilevel"/>
    <w:tmpl w:val="D82C977E"/>
    <w:lvl w:ilvl="0" w:tplc="5448CCA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826D51"/>
    <w:multiLevelType w:val="hybridMultilevel"/>
    <w:tmpl w:val="124A129C"/>
    <w:lvl w:ilvl="0" w:tplc="5448CCA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847977"/>
    <w:multiLevelType w:val="hybridMultilevel"/>
    <w:tmpl w:val="1C5A07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E87DC5"/>
    <w:multiLevelType w:val="hybridMultilevel"/>
    <w:tmpl w:val="67664CA8"/>
    <w:lvl w:ilvl="0" w:tplc="5448CCA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6"/>
  </w:num>
  <w:num w:numId="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3842"/>
    <w:rsid w:val="00031C30"/>
    <w:rsid w:val="00040B48"/>
    <w:rsid w:val="000410E5"/>
    <w:rsid w:val="00042A51"/>
    <w:rsid w:val="00042D2E"/>
    <w:rsid w:val="00042EDE"/>
    <w:rsid w:val="00044C82"/>
    <w:rsid w:val="000507D1"/>
    <w:rsid w:val="00066A29"/>
    <w:rsid w:val="00070ED6"/>
    <w:rsid w:val="00072923"/>
    <w:rsid w:val="000742DC"/>
    <w:rsid w:val="000814FF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163B"/>
    <w:rsid w:val="000F1C57"/>
    <w:rsid w:val="000F5615"/>
    <w:rsid w:val="001110C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68BD"/>
    <w:rsid w:val="00192F37"/>
    <w:rsid w:val="001A0FE8"/>
    <w:rsid w:val="001A2A85"/>
    <w:rsid w:val="001A70D2"/>
    <w:rsid w:val="001C10A8"/>
    <w:rsid w:val="001D657B"/>
    <w:rsid w:val="001D796D"/>
    <w:rsid w:val="001D7B54"/>
    <w:rsid w:val="001E0209"/>
    <w:rsid w:val="001F09A6"/>
    <w:rsid w:val="001F2CA2"/>
    <w:rsid w:val="002068AE"/>
    <w:rsid w:val="00212EC0"/>
    <w:rsid w:val="00213863"/>
    <w:rsid w:val="002144C0"/>
    <w:rsid w:val="002214FC"/>
    <w:rsid w:val="00223E10"/>
    <w:rsid w:val="0022477D"/>
    <w:rsid w:val="002278A9"/>
    <w:rsid w:val="00233062"/>
    <w:rsid w:val="002336F9"/>
    <w:rsid w:val="0024028F"/>
    <w:rsid w:val="00244ABC"/>
    <w:rsid w:val="00261EFF"/>
    <w:rsid w:val="002705BE"/>
    <w:rsid w:val="00281B11"/>
    <w:rsid w:val="00281FF2"/>
    <w:rsid w:val="002857DE"/>
    <w:rsid w:val="00291567"/>
    <w:rsid w:val="00297D9C"/>
    <w:rsid w:val="002A22BF"/>
    <w:rsid w:val="002A2389"/>
    <w:rsid w:val="002A671D"/>
    <w:rsid w:val="002B2EDF"/>
    <w:rsid w:val="002B4D55"/>
    <w:rsid w:val="002B5EA0"/>
    <w:rsid w:val="002B6119"/>
    <w:rsid w:val="002C1F06"/>
    <w:rsid w:val="002D3375"/>
    <w:rsid w:val="002D73D4"/>
    <w:rsid w:val="002E7A48"/>
    <w:rsid w:val="002F02A3"/>
    <w:rsid w:val="002F4ABE"/>
    <w:rsid w:val="003018BA"/>
    <w:rsid w:val="0030395F"/>
    <w:rsid w:val="00305C92"/>
    <w:rsid w:val="003151C5"/>
    <w:rsid w:val="003179DE"/>
    <w:rsid w:val="003343CF"/>
    <w:rsid w:val="00334790"/>
    <w:rsid w:val="003462AE"/>
    <w:rsid w:val="00346FE9"/>
    <w:rsid w:val="0034759A"/>
    <w:rsid w:val="003503F6"/>
    <w:rsid w:val="003530DD"/>
    <w:rsid w:val="003603AB"/>
    <w:rsid w:val="00363F78"/>
    <w:rsid w:val="003A0A5B"/>
    <w:rsid w:val="003A1176"/>
    <w:rsid w:val="003B03AF"/>
    <w:rsid w:val="003C0BAE"/>
    <w:rsid w:val="003D18A9"/>
    <w:rsid w:val="003D6CE2"/>
    <w:rsid w:val="003E1941"/>
    <w:rsid w:val="003E2FE6"/>
    <w:rsid w:val="003E49D5"/>
    <w:rsid w:val="003F0142"/>
    <w:rsid w:val="003F38C0"/>
    <w:rsid w:val="004006D0"/>
    <w:rsid w:val="00414E3C"/>
    <w:rsid w:val="0042244A"/>
    <w:rsid w:val="0042745A"/>
    <w:rsid w:val="00431D5C"/>
    <w:rsid w:val="004362C6"/>
    <w:rsid w:val="00437FA2"/>
    <w:rsid w:val="004448EA"/>
    <w:rsid w:val="00445970"/>
    <w:rsid w:val="00460BB9"/>
    <w:rsid w:val="00461EFC"/>
    <w:rsid w:val="004652C2"/>
    <w:rsid w:val="004706D1"/>
    <w:rsid w:val="00471326"/>
    <w:rsid w:val="00474293"/>
    <w:rsid w:val="0047598D"/>
    <w:rsid w:val="004840FD"/>
    <w:rsid w:val="00490F7D"/>
    <w:rsid w:val="00491678"/>
    <w:rsid w:val="004968E2"/>
    <w:rsid w:val="004A3EEA"/>
    <w:rsid w:val="004A4D1F"/>
    <w:rsid w:val="004D5282"/>
    <w:rsid w:val="004E07C0"/>
    <w:rsid w:val="004F1551"/>
    <w:rsid w:val="004F279D"/>
    <w:rsid w:val="004F55A3"/>
    <w:rsid w:val="0050496F"/>
    <w:rsid w:val="00513185"/>
    <w:rsid w:val="00513B6F"/>
    <w:rsid w:val="00517C63"/>
    <w:rsid w:val="00533041"/>
    <w:rsid w:val="005363C4"/>
    <w:rsid w:val="00536BDE"/>
    <w:rsid w:val="00543ACC"/>
    <w:rsid w:val="0056696D"/>
    <w:rsid w:val="00570588"/>
    <w:rsid w:val="0058723C"/>
    <w:rsid w:val="0059484D"/>
    <w:rsid w:val="00594EFF"/>
    <w:rsid w:val="005A0855"/>
    <w:rsid w:val="005A3196"/>
    <w:rsid w:val="005C080F"/>
    <w:rsid w:val="005C11E5"/>
    <w:rsid w:val="005C55E5"/>
    <w:rsid w:val="005C696A"/>
    <w:rsid w:val="005E6443"/>
    <w:rsid w:val="005E6E85"/>
    <w:rsid w:val="005F31D2"/>
    <w:rsid w:val="0061029B"/>
    <w:rsid w:val="00613489"/>
    <w:rsid w:val="00617230"/>
    <w:rsid w:val="00621CE1"/>
    <w:rsid w:val="00627FC9"/>
    <w:rsid w:val="00633D89"/>
    <w:rsid w:val="00647FA8"/>
    <w:rsid w:val="00650C5F"/>
    <w:rsid w:val="00654934"/>
    <w:rsid w:val="006620D9"/>
    <w:rsid w:val="00671958"/>
    <w:rsid w:val="00675843"/>
    <w:rsid w:val="00687EA7"/>
    <w:rsid w:val="00696477"/>
    <w:rsid w:val="006A751C"/>
    <w:rsid w:val="006A7AFF"/>
    <w:rsid w:val="006B7067"/>
    <w:rsid w:val="006D050F"/>
    <w:rsid w:val="006D0859"/>
    <w:rsid w:val="006D6139"/>
    <w:rsid w:val="006E5D65"/>
    <w:rsid w:val="006F1282"/>
    <w:rsid w:val="006F1FBC"/>
    <w:rsid w:val="006F28B2"/>
    <w:rsid w:val="006F31E2"/>
    <w:rsid w:val="006F50CC"/>
    <w:rsid w:val="00706544"/>
    <w:rsid w:val="007072BA"/>
    <w:rsid w:val="00711292"/>
    <w:rsid w:val="0071620A"/>
    <w:rsid w:val="00721656"/>
    <w:rsid w:val="00724677"/>
    <w:rsid w:val="00725459"/>
    <w:rsid w:val="007327BD"/>
    <w:rsid w:val="00734608"/>
    <w:rsid w:val="00743F03"/>
    <w:rsid w:val="00745302"/>
    <w:rsid w:val="007461D6"/>
    <w:rsid w:val="00746EC8"/>
    <w:rsid w:val="007523BF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34A"/>
    <w:rsid w:val="007C4546"/>
    <w:rsid w:val="007D59E3"/>
    <w:rsid w:val="007D6E56"/>
    <w:rsid w:val="007E5F9F"/>
    <w:rsid w:val="007E600E"/>
    <w:rsid w:val="007F4155"/>
    <w:rsid w:val="00805395"/>
    <w:rsid w:val="0081554D"/>
    <w:rsid w:val="0081707E"/>
    <w:rsid w:val="008449B3"/>
    <w:rsid w:val="0085747A"/>
    <w:rsid w:val="00882918"/>
    <w:rsid w:val="00884922"/>
    <w:rsid w:val="00885F64"/>
    <w:rsid w:val="008917F9"/>
    <w:rsid w:val="00894223"/>
    <w:rsid w:val="008A09DB"/>
    <w:rsid w:val="008A45F7"/>
    <w:rsid w:val="008A6082"/>
    <w:rsid w:val="008C0CC0"/>
    <w:rsid w:val="008C19A9"/>
    <w:rsid w:val="008C379D"/>
    <w:rsid w:val="008C5147"/>
    <w:rsid w:val="008C5359"/>
    <w:rsid w:val="008C5363"/>
    <w:rsid w:val="008D3DFB"/>
    <w:rsid w:val="008E64F4"/>
    <w:rsid w:val="008E701F"/>
    <w:rsid w:val="008F12C9"/>
    <w:rsid w:val="008F6E29"/>
    <w:rsid w:val="00900EC4"/>
    <w:rsid w:val="00902BF8"/>
    <w:rsid w:val="00916188"/>
    <w:rsid w:val="00923D7D"/>
    <w:rsid w:val="009335E9"/>
    <w:rsid w:val="009508DF"/>
    <w:rsid w:val="00950DAC"/>
    <w:rsid w:val="00954A07"/>
    <w:rsid w:val="00977BAE"/>
    <w:rsid w:val="0099339B"/>
    <w:rsid w:val="00995011"/>
    <w:rsid w:val="00997F14"/>
    <w:rsid w:val="009A074D"/>
    <w:rsid w:val="009A78D9"/>
    <w:rsid w:val="009C233C"/>
    <w:rsid w:val="009C3E31"/>
    <w:rsid w:val="009C54AE"/>
    <w:rsid w:val="009C788E"/>
    <w:rsid w:val="009D466A"/>
    <w:rsid w:val="009D4C00"/>
    <w:rsid w:val="009E3B41"/>
    <w:rsid w:val="009F209A"/>
    <w:rsid w:val="009F3C5C"/>
    <w:rsid w:val="009F4610"/>
    <w:rsid w:val="009F5C22"/>
    <w:rsid w:val="00A000A6"/>
    <w:rsid w:val="00A00ECC"/>
    <w:rsid w:val="00A0655C"/>
    <w:rsid w:val="00A1167A"/>
    <w:rsid w:val="00A155EE"/>
    <w:rsid w:val="00A2245B"/>
    <w:rsid w:val="00A30110"/>
    <w:rsid w:val="00A355D9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7C2"/>
    <w:rsid w:val="00B06142"/>
    <w:rsid w:val="00B06F93"/>
    <w:rsid w:val="00B135B1"/>
    <w:rsid w:val="00B3130B"/>
    <w:rsid w:val="00B40ADB"/>
    <w:rsid w:val="00B43B77"/>
    <w:rsid w:val="00B43E80"/>
    <w:rsid w:val="00B448A3"/>
    <w:rsid w:val="00B47FB4"/>
    <w:rsid w:val="00B50F5A"/>
    <w:rsid w:val="00B51186"/>
    <w:rsid w:val="00B574C1"/>
    <w:rsid w:val="00B607DB"/>
    <w:rsid w:val="00B66529"/>
    <w:rsid w:val="00B75946"/>
    <w:rsid w:val="00B8056E"/>
    <w:rsid w:val="00B819C8"/>
    <w:rsid w:val="00B82308"/>
    <w:rsid w:val="00B90885"/>
    <w:rsid w:val="00BB173C"/>
    <w:rsid w:val="00BB520A"/>
    <w:rsid w:val="00BB5EF4"/>
    <w:rsid w:val="00BD3869"/>
    <w:rsid w:val="00BD66E9"/>
    <w:rsid w:val="00BD6FF4"/>
    <w:rsid w:val="00BF2C41"/>
    <w:rsid w:val="00BF7D18"/>
    <w:rsid w:val="00C058B4"/>
    <w:rsid w:val="00C05F44"/>
    <w:rsid w:val="00C11C4D"/>
    <w:rsid w:val="00C131B5"/>
    <w:rsid w:val="00C1431C"/>
    <w:rsid w:val="00C16ABF"/>
    <w:rsid w:val="00C170AE"/>
    <w:rsid w:val="00C2139E"/>
    <w:rsid w:val="00C26CB7"/>
    <w:rsid w:val="00C2755F"/>
    <w:rsid w:val="00C30A35"/>
    <w:rsid w:val="00C324C1"/>
    <w:rsid w:val="00C33CEF"/>
    <w:rsid w:val="00C36992"/>
    <w:rsid w:val="00C52976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D741C"/>
    <w:rsid w:val="00CE5BAC"/>
    <w:rsid w:val="00CF25BE"/>
    <w:rsid w:val="00CF78ED"/>
    <w:rsid w:val="00D02B25"/>
    <w:rsid w:val="00D02EBA"/>
    <w:rsid w:val="00D17C3C"/>
    <w:rsid w:val="00D26B2C"/>
    <w:rsid w:val="00D33A87"/>
    <w:rsid w:val="00D352C9"/>
    <w:rsid w:val="00D41A46"/>
    <w:rsid w:val="00D425B2"/>
    <w:rsid w:val="00D428D6"/>
    <w:rsid w:val="00D552B2"/>
    <w:rsid w:val="00D5762F"/>
    <w:rsid w:val="00D608D1"/>
    <w:rsid w:val="00D64C4C"/>
    <w:rsid w:val="00D66015"/>
    <w:rsid w:val="00D74119"/>
    <w:rsid w:val="00D8075B"/>
    <w:rsid w:val="00D8678B"/>
    <w:rsid w:val="00D87005"/>
    <w:rsid w:val="00D92F80"/>
    <w:rsid w:val="00D9744E"/>
    <w:rsid w:val="00DA0AB0"/>
    <w:rsid w:val="00DA2114"/>
    <w:rsid w:val="00DB0D3E"/>
    <w:rsid w:val="00DC70AA"/>
    <w:rsid w:val="00DD3908"/>
    <w:rsid w:val="00DE09C0"/>
    <w:rsid w:val="00DE4A14"/>
    <w:rsid w:val="00DF0208"/>
    <w:rsid w:val="00DF320D"/>
    <w:rsid w:val="00DF71C8"/>
    <w:rsid w:val="00E034D6"/>
    <w:rsid w:val="00E129B8"/>
    <w:rsid w:val="00E1545E"/>
    <w:rsid w:val="00E21E7D"/>
    <w:rsid w:val="00E22FBC"/>
    <w:rsid w:val="00E24BF5"/>
    <w:rsid w:val="00E25338"/>
    <w:rsid w:val="00E359C6"/>
    <w:rsid w:val="00E35B13"/>
    <w:rsid w:val="00E37C3D"/>
    <w:rsid w:val="00E44712"/>
    <w:rsid w:val="00E51E44"/>
    <w:rsid w:val="00E63348"/>
    <w:rsid w:val="00E77E88"/>
    <w:rsid w:val="00E8107D"/>
    <w:rsid w:val="00E85562"/>
    <w:rsid w:val="00E960BB"/>
    <w:rsid w:val="00EA2074"/>
    <w:rsid w:val="00EA4832"/>
    <w:rsid w:val="00EA4E9D"/>
    <w:rsid w:val="00EB4DDF"/>
    <w:rsid w:val="00EC4899"/>
    <w:rsid w:val="00ED03AB"/>
    <w:rsid w:val="00ED18CA"/>
    <w:rsid w:val="00ED32D2"/>
    <w:rsid w:val="00EE32DE"/>
    <w:rsid w:val="00EE5457"/>
    <w:rsid w:val="00EF7CBB"/>
    <w:rsid w:val="00F070AB"/>
    <w:rsid w:val="00F17567"/>
    <w:rsid w:val="00F26ECD"/>
    <w:rsid w:val="00F27A7B"/>
    <w:rsid w:val="00F52665"/>
    <w:rsid w:val="00F526AF"/>
    <w:rsid w:val="00F56AC6"/>
    <w:rsid w:val="00F617C3"/>
    <w:rsid w:val="00F7066B"/>
    <w:rsid w:val="00F76045"/>
    <w:rsid w:val="00F83B28"/>
    <w:rsid w:val="00FA46E5"/>
    <w:rsid w:val="00FB7DBA"/>
    <w:rsid w:val="00FC1C25"/>
    <w:rsid w:val="00FC3F45"/>
    <w:rsid w:val="00FD1AEA"/>
    <w:rsid w:val="00FD229C"/>
    <w:rsid w:val="00FD503F"/>
    <w:rsid w:val="00FD7589"/>
    <w:rsid w:val="00FE0DDA"/>
    <w:rsid w:val="00FF016A"/>
    <w:rsid w:val="00FF1401"/>
    <w:rsid w:val="00FF20EA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A72B4"/>
  <w15:docId w15:val="{054CDB38-3530-4965-88E9-CB2FC96C8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46074A-03E3-4C2D-8D5F-2ACCA1B0C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1769</Words>
  <Characters>10615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2019-09-03T16:03:00Z</cp:lastPrinted>
  <dcterms:created xsi:type="dcterms:W3CDTF">2021-04-13T09:42:00Z</dcterms:created>
  <dcterms:modified xsi:type="dcterms:W3CDTF">2021-08-20T13:40:00Z</dcterms:modified>
</cp:coreProperties>
</file>